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CDE4DB" w14:textId="57EDF772" w:rsidR="007E0CEA" w:rsidRDefault="002A6F3A" w:rsidP="003125DA">
      <w:pPr>
        <w:tabs>
          <w:tab w:val="left" w:pos="7059"/>
        </w:tabs>
        <w:jc w:val="right"/>
        <w:rPr>
          <w:rFonts w:cs="David"/>
          <w:rtl/>
        </w:rPr>
      </w:pPr>
      <w:r>
        <w:rPr>
          <w:rFonts w:cs="David" w:hint="eastAsia"/>
          <w:rtl/>
        </w:rPr>
        <w:t>‏</w:t>
      </w:r>
      <w:r w:rsidR="007E0CEA">
        <w:rPr>
          <w:rFonts w:cs="David" w:hint="eastAsia"/>
          <w:rtl/>
        </w:rPr>
        <w:t>‏</w:t>
      </w:r>
      <w:r w:rsidR="003125DA">
        <w:rPr>
          <w:rFonts w:cs="David" w:hint="eastAsia"/>
          <w:rtl/>
        </w:rPr>
        <w:t>‏ח</w:t>
      </w:r>
      <w:r w:rsidR="003125DA">
        <w:rPr>
          <w:rFonts w:cs="David"/>
          <w:rtl/>
        </w:rPr>
        <w:t>' תשרי תשע"ט</w:t>
      </w:r>
    </w:p>
    <w:p w14:paraId="5F3AB9E9" w14:textId="3D91AA0F" w:rsidR="003125DA" w:rsidRDefault="003125DA" w:rsidP="003125DA">
      <w:pPr>
        <w:tabs>
          <w:tab w:val="left" w:pos="7059"/>
        </w:tabs>
        <w:jc w:val="right"/>
        <w:rPr>
          <w:rFonts w:cs="David"/>
          <w:rtl/>
        </w:rPr>
      </w:pPr>
      <w:r>
        <w:rPr>
          <w:rFonts w:cs="David" w:hint="eastAsia"/>
          <w:rtl/>
        </w:rPr>
        <w:t>‏</w:t>
      </w:r>
      <w:r>
        <w:rPr>
          <w:rFonts w:cs="David"/>
          <w:rtl/>
        </w:rPr>
        <w:t>17 ספטמבר 2018</w:t>
      </w:r>
    </w:p>
    <w:p w14:paraId="2297E85D" w14:textId="77777777" w:rsidR="000611A8" w:rsidRDefault="000611A8" w:rsidP="003125DA">
      <w:pPr>
        <w:rPr>
          <w:rFonts w:cs="David"/>
          <w:b/>
          <w:bCs/>
          <w:u w:val="single"/>
        </w:rPr>
      </w:pPr>
      <w:bookmarkStart w:id="0" w:name="_GoBack"/>
      <w:bookmarkEnd w:id="0"/>
    </w:p>
    <w:p w14:paraId="38BA0C3B" w14:textId="63AF08A0" w:rsidR="000611A8" w:rsidRDefault="000611A8" w:rsidP="000611A8">
      <w:pPr>
        <w:jc w:val="center"/>
        <w:rPr>
          <w:rFonts w:cs="David"/>
          <w:b/>
          <w:bCs/>
          <w:u w:val="single"/>
          <w:rtl/>
        </w:rPr>
      </w:pPr>
      <w:r>
        <w:rPr>
          <w:rFonts w:cs="David" w:hint="cs"/>
          <w:b/>
          <w:bCs/>
          <w:u w:val="single"/>
          <w:rtl/>
        </w:rPr>
        <w:t>מסמך מידע סביבתי</w:t>
      </w:r>
      <w:r w:rsidR="003125DA">
        <w:rPr>
          <w:rFonts w:cs="David" w:hint="cs"/>
          <w:b/>
          <w:bCs/>
          <w:u w:val="single"/>
          <w:rtl/>
        </w:rPr>
        <w:t xml:space="preserve"> למוסך</w:t>
      </w:r>
      <w:r>
        <w:rPr>
          <w:rFonts w:cs="David" w:hint="cs"/>
          <w:b/>
          <w:bCs/>
          <w:u w:val="single"/>
          <w:rtl/>
        </w:rPr>
        <w:br w:type="textWrapping" w:clear="all"/>
      </w:r>
    </w:p>
    <w:p w14:paraId="5474021B" w14:textId="77777777" w:rsidR="000611A8" w:rsidRPr="000611A8" w:rsidRDefault="000611A8" w:rsidP="000611A8">
      <w:pPr>
        <w:rPr>
          <w:rFonts w:cs="David"/>
          <w:sz w:val="22"/>
          <w:szCs w:val="22"/>
          <w:rtl/>
        </w:rPr>
      </w:pPr>
      <w:r w:rsidRPr="000611A8">
        <w:rPr>
          <w:rFonts w:cs="David" w:hint="cs"/>
          <w:sz w:val="22"/>
          <w:szCs w:val="22"/>
          <w:rtl/>
        </w:rPr>
        <w:t>הבהרה: יש לפרט את כל המידע הרלוונטי לעסק, על פי המצורף להלן. במידה ולא רלוונטי ציין זאת בגוף המסמך.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6"/>
        <w:gridCol w:w="422"/>
        <w:gridCol w:w="749"/>
        <w:gridCol w:w="931"/>
        <w:gridCol w:w="480"/>
        <w:gridCol w:w="1440"/>
        <w:gridCol w:w="1440"/>
        <w:gridCol w:w="2040"/>
        <w:gridCol w:w="384"/>
      </w:tblGrid>
      <w:tr w:rsidR="000611A8" w14:paraId="28538636" w14:textId="77777777" w:rsidTr="000611A8">
        <w:trPr>
          <w:trHeight w:hRule="exact" w:val="432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hideMark/>
          </w:tcPr>
          <w:p w14:paraId="0181BB60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חלקה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hideMark/>
          </w:tcPr>
          <w:p w14:paraId="68FE0520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גוש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hideMark/>
          </w:tcPr>
          <w:p w14:paraId="74177FC1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נ.צ.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hideMark/>
          </w:tcPr>
          <w:p w14:paraId="448D0054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כתובת/מיקום העסק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hideMark/>
          </w:tcPr>
          <w:p w14:paraId="70528209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שם העסק</w:t>
            </w:r>
          </w:p>
        </w:tc>
      </w:tr>
      <w:tr w:rsidR="000611A8" w14:paraId="051F698A" w14:textId="77777777" w:rsidTr="000611A8">
        <w:trPr>
          <w:trHeight w:hRule="exact" w:val="55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75091AC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8F134F8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88A04DB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1E91B94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6D3C453" w14:textId="77777777" w:rsidR="000611A8" w:rsidRDefault="000611A8">
            <w:pPr>
              <w:rPr>
                <w:rFonts w:cs="David"/>
                <w:rtl/>
              </w:rPr>
            </w:pPr>
          </w:p>
        </w:tc>
      </w:tr>
      <w:tr w:rsidR="000611A8" w14:paraId="77F5B167" w14:textId="77777777" w:rsidTr="000611A8">
        <w:trPr>
          <w:trHeight w:hRule="exact" w:val="422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hideMark/>
          </w:tcPr>
          <w:p w14:paraId="21208E41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מספר (ח.פ./ ת.ז.)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hideMark/>
          </w:tcPr>
          <w:p w14:paraId="78FE1326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כתובת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hideMark/>
          </w:tcPr>
          <w:p w14:paraId="46319A35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שמות בעלי העסק</w:t>
            </w:r>
          </w:p>
        </w:tc>
      </w:tr>
      <w:tr w:rsidR="000611A8" w14:paraId="69517F39" w14:textId="77777777" w:rsidTr="000611A8">
        <w:trPr>
          <w:trHeight w:hRule="exact" w:val="442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7A3A791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C6035EC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2018D2E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91ED83" w14:textId="77777777" w:rsidR="000611A8" w:rsidRDefault="000611A8">
            <w:pPr>
              <w:bidi w:val="0"/>
              <w:spacing w:line="240" w:lineRule="exact"/>
              <w:rPr>
                <w:rFonts w:cs="David"/>
                <w:rtl/>
              </w:rPr>
            </w:pPr>
            <w:r>
              <w:rPr>
                <w:rStyle w:val="Bodytext20"/>
                <w:rFonts w:eastAsia="David" w:hint="cs"/>
                <w:rtl/>
              </w:rPr>
              <w:t>.1</w:t>
            </w:r>
          </w:p>
        </w:tc>
      </w:tr>
      <w:tr w:rsidR="000611A8" w14:paraId="6B28043F" w14:textId="77777777" w:rsidTr="000611A8">
        <w:trPr>
          <w:trHeight w:hRule="exact" w:val="442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68A963B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DB23E2F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A086883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9E68D2" w14:textId="77777777" w:rsidR="000611A8" w:rsidRDefault="000611A8">
            <w:pPr>
              <w:bidi w:val="0"/>
              <w:spacing w:line="240" w:lineRule="exact"/>
              <w:rPr>
                <w:rFonts w:cs="David"/>
                <w:rtl/>
              </w:rPr>
            </w:pPr>
            <w:r>
              <w:rPr>
                <w:rStyle w:val="Bodytext20"/>
                <w:rFonts w:eastAsia="David" w:hint="cs"/>
                <w:rtl/>
              </w:rPr>
              <w:t>.2</w:t>
            </w:r>
          </w:p>
        </w:tc>
      </w:tr>
      <w:tr w:rsidR="000611A8" w14:paraId="0857FB0C" w14:textId="77777777" w:rsidTr="000611A8">
        <w:trPr>
          <w:trHeight w:hRule="exact" w:val="446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37DB6C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EE9A5DC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48CCADB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84EF69E" w14:textId="77777777" w:rsidR="000611A8" w:rsidRDefault="000611A8">
            <w:pPr>
              <w:bidi w:val="0"/>
              <w:spacing w:line="240" w:lineRule="exact"/>
              <w:rPr>
                <w:rFonts w:cs="David"/>
                <w:rtl/>
              </w:rPr>
            </w:pPr>
            <w:r>
              <w:rPr>
                <w:rStyle w:val="Bodytext20"/>
                <w:rFonts w:eastAsia="David" w:hint="cs"/>
                <w:rtl/>
              </w:rPr>
              <w:t>.3</w:t>
            </w:r>
          </w:p>
        </w:tc>
      </w:tr>
      <w:tr w:rsidR="000611A8" w14:paraId="4909B6FD" w14:textId="77777777" w:rsidTr="000611A8">
        <w:trPr>
          <w:trHeight w:hRule="exact" w:val="442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246A159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AA8B0B1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48F5C95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ADF7148" w14:textId="77777777" w:rsidR="000611A8" w:rsidRDefault="000611A8">
            <w:pPr>
              <w:bidi w:val="0"/>
              <w:spacing w:line="240" w:lineRule="exact"/>
              <w:rPr>
                <w:rFonts w:cs="David"/>
                <w:rtl/>
              </w:rPr>
            </w:pPr>
            <w:r>
              <w:rPr>
                <w:rStyle w:val="Bodytext20"/>
                <w:rFonts w:eastAsia="David" w:hint="cs"/>
                <w:rtl/>
              </w:rPr>
              <w:t>.4</w:t>
            </w:r>
          </w:p>
        </w:tc>
      </w:tr>
      <w:tr w:rsidR="000611A8" w14:paraId="33AAF8CE" w14:textId="77777777" w:rsidTr="000611A8">
        <w:trPr>
          <w:trHeight w:hRule="exact" w:val="422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</w:tcPr>
          <w:p w14:paraId="14BDEDF7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578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hideMark/>
          </w:tcPr>
          <w:p w14:paraId="555EDF57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מהות העסק</w:t>
            </w:r>
          </w:p>
        </w:tc>
      </w:tr>
      <w:tr w:rsidR="000611A8" w14:paraId="4C8B8D81" w14:textId="77777777" w:rsidTr="000611A8">
        <w:trPr>
          <w:trHeight w:hRule="exact" w:val="461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117B567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578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596FD98" w14:textId="77777777" w:rsidR="000611A8" w:rsidRDefault="000611A8">
            <w:pPr>
              <w:rPr>
                <w:rFonts w:cs="David"/>
                <w:rtl/>
              </w:rPr>
            </w:pPr>
          </w:p>
        </w:tc>
      </w:tr>
      <w:tr w:rsidR="000611A8" w14:paraId="5B7FCEA9" w14:textId="77777777" w:rsidTr="000611A8">
        <w:trPr>
          <w:trHeight w:hRule="exact" w:val="370"/>
        </w:trPr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hideMark/>
          </w:tcPr>
          <w:p w14:paraId="20C06D2D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מיקוד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hideMark/>
          </w:tcPr>
          <w:p w14:paraId="11290CA0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עיר/ישוב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hideMark/>
          </w:tcPr>
          <w:p w14:paraId="6ED60F38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ת.ד.</w:t>
            </w:r>
          </w:p>
        </w:tc>
        <w:tc>
          <w:tcPr>
            <w:tcW w:w="38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hideMark/>
          </w:tcPr>
          <w:p w14:paraId="2512C0EB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כתובת המשרד הרשום / למשלוח</w:t>
            </w:r>
          </w:p>
        </w:tc>
      </w:tr>
      <w:tr w:rsidR="000611A8" w14:paraId="3B73692E" w14:textId="77777777" w:rsidTr="000611A8">
        <w:trPr>
          <w:trHeight w:hRule="exact" w:val="413"/>
        </w:trPr>
        <w:tc>
          <w:tcPr>
            <w:tcW w:w="15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</w:tcPr>
          <w:p w14:paraId="51281AAF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</w:tcPr>
          <w:p w14:paraId="0A949DFE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</w:tcPr>
          <w:p w14:paraId="027DDAC4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38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hideMark/>
          </w:tcPr>
          <w:p w14:paraId="313E3B3D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דואר</w:t>
            </w:r>
          </w:p>
        </w:tc>
      </w:tr>
      <w:tr w:rsidR="000611A8" w14:paraId="47C6D00F" w14:textId="77777777" w:rsidTr="000611A8">
        <w:trPr>
          <w:trHeight w:hRule="exact" w:val="451"/>
        </w:trPr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596E845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95981C0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9D35EB2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38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CE49220" w14:textId="77777777" w:rsidR="000611A8" w:rsidRDefault="000611A8">
            <w:pPr>
              <w:rPr>
                <w:rFonts w:cs="David"/>
                <w:rtl/>
              </w:rPr>
            </w:pPr>
          </w:p>
        </w:tc>
      </w:tr>
      <w:tr w:rsidR="000611A8" w14:paraId="38D05A59" w14:textId="77777777" w:rsidTr="000611A8">
        <w:trPr>
          <w:trHeight w:hRule="exact" w:val="211"/>
        </w:trPr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</w:tcPr>
          <w:p w14:paraId="3128A1A6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</w:tcPr>
          <w:p w14:paraId="7ECE1ABE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hideMark/>
          </w:tcPr>
          <w:p w14:paraId="43E4E921" w14:textId="77777777" w:rsidR="000611A8" w:rsidRDefault="000611A8">
            <w:pPr>
              <w:spacing w:line="413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מסי תעודת זהות</w:t>
            </w:r>
          </w:p>
        </w:tc>
        <w:tc>
          <w:tcPr>
            <w:tcW w:w="38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3FD06570" w14:textId="77777777" w:rsidR="000611A8" w:rsidRDefault="000611A8">
            <w:pPr>
              <w:rPr>
                <w:rFonts w:cs="David"/>
                <w:rtl/>
              </w:rPr>
            </w:pPr>
          </w:p>
        </w:tc>
      </w:tr>
      <w:tr w:rsidR="000611A8" w14:paraId="3CAC3579" w14:textId="77777777" w:rsidTr="000611A8">
        <w:trPr>
          <w:trHeight w:hRule="exact" w:val="418"/>
        </w:trPr>
        <w:tc>
          <w:tcPr>
            <w:tcW w:w="15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hideMark/>
          </w:tcPr>
          <w:p w14:paraId="2C26C7F3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פקס'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hideMark/>
          </w:tcPr>
          <w:p w14:paraId="66D170EB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טלפון</w:t>
            </w:r>
          </w:p>
        </w:tc>
        <w:tc>
          <w:tcPr>
            <w:tcW w:w="86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BE5D7B1" w14:textId="77777777" w:rsidR="000611A8" w:rsidRDefault="000611A8">
            <w:pPr>
              <w:bidi w:val="0"/>
              <w:rPr>
                <w:rFonts w:cs="David"/>
              </w:rPr>
            </w:pPr>
          </w:p>
        </w:tc>
        <w:tc>
          <w:tcPr>
            <w:tcW w:w="38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hideMark/>
          </w:tcPr>
          <w:p w14:paraId="0B905F7F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מנכ"ל</w:t>
            </w:r>
          </w:p>
        </w:tc>
      </w:tr>
      <w:tr w:rsidR="000611A8" w14:paraId="71C755D7" w14:textId="77777777" w:rsidTr="000611A8">
        <w:trPr>
          <w:trHeight w:hRule="exact" w:val="206"/>
        </w:trPr>
        <w:tc>
          <w:tcPr>
            <w:tcW w:w="15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</w:tcPr>
          <w:p w14:paraId="358C2E7C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</w:tcPr>
          <w:p w14:paraId="5DE0287B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86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B7DE3ED" w14:textId="77777777" w:rsidR="000611A8" w:rsidRDefault="000611A8">
            <w:pPr>
              <w:bidi w:val="0"/>
              <w:rPr>
                <w:rFonts w:cs="David"/>
              </w:rPr>
            </w:pPr>
          </w:p>
        </w:tc>
        <w:tc>
          <w:tcPr>
            <w:tcW w:w="38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279DF4DC" w14:textId="77777777" w:rsidR="000611A8" w:rsidRDefault="000611A8">
            <w:pPr>
              <w:rPr>
                <w:rFonts w:cs="David"/>
                <w:rtl/>
              </w:rPr>
            </w:pPr>
          </w:p>
        </w:tc>
      </w:tr>
      <w:tr w:rsidR="000611A8" w14:paraId="40DDD863" w14:textId="77777777" w:rsidTr="000611A8">
        <w:trPr>
          <w:trHeight w:hRule="exact" w:val="499"/>
        </w:trPr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35029C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7B1C48F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9CE6A08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38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EC684B5" w14:textId="77777777" w:rsidR="000611A8" w:rsidRDefault="000611A8">
            <w:pPr>
              <w:rPr>
                <w:rFonts w:cs="David"/>
                <w:rtl/>
              </w:rPr>
            </w:pPr>
          </w:p>
        </w:tc>
      </w:tr>
      <w:tr w:rsidR="000611A8" w14:paraId="71937412" w14:textId="77777777" w:rsidTr="000611A8">
        <w:trPr>
          <w:trHeight w:hRule="exact" w:val="422"/>
        </w:trPr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hideMark/>
          </w:tcPr>
          <w:p w14:paraId="19C3367E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פקס'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hideMark/>
          </w:tcPr>
          <w:p w14:paraId="710E4228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טלפון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hideMark/>
          </w:tcPr>
          <w:p w14:paraId="4B0CF630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מסי תעודת</w:t>
            </w:r>
          </w:p>
        </w:tc>
        <w:tc>
          <w:tcPr>
            <w:tcW w:w="38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hideMark/>
          </w:tcPr>
          <w:p w14:paraId="4B4D5A71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שם איש קשר ותפקידו</w:t>
            </w:r>
          </w:p>
        </w:tc>
      </w:tr>
      <w:tr w:rsidR="000611A8" w14:paraId="030EB1CE" w14:textId="77777777" w:rsidTr="000611A8">
        <w:trPr>
          <w:trHeight w:hRule="exact" w:val="297"/>
        </w:trPr>
        <w:tc>
          <w:tcPr>
            <w:tcW w:w="15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</w:tcPr>
          <w:p w14:paraId="40D8BA45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</w:tcPr>
          <w:p w14:paraId="556EB9EA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hideMark/>
          </w:tcPr>
          <w:p w14:paraId="13DF1F7A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זהות</w:t>
            </w:r>
          </w:p>
        </w:tc>
        <w:tc>
          <w:tcPr>
            <w:tcW w:w="38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71C73A26" w14:textId="77777777" w:rsidR="000611A8" w:rsidRDefault="000611A8">
            <w:pPr>
              <w:rPr>
                <w:rFonts w:cs="David"/>
                <w:rtl/>
              </w:rPr>
            </w:pPr>
          </w:p>
        </w:tc>
      </w:tr>
      <w:tr w:rsidR="000611A8" w14:paraId="4AB45D19" w14:textId="77777777" w:rsidTr="000611A8">
        <w:trPr>
          <w:trHeight w:hRule="exact" w:val="557"/>
        </w:trPr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5C7D1D3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DC96904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2CE955E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38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A452BF5" w14:textId="77777777" w:rsidR="000611A8" w:rsidRDefault="000611A8">
            <w:pPr>
              <w:rPr>
                <w:rFonts w:cs="David"/>
                <w:rtl/>
              </w:rPr>
            </w:pPr>
          </w:p>
        </w:tc>
      </w:tr>
      <w:tr w:rsidR="000611A8" w14:paraId="0E0592D6" w14:textId="77777777" w:rsidTr="000611A8">
        <w:trPr>
          <w:trHeight w:hRule="exact" w:val="427"/>
        </w:trPr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</w:tcPr>
          <w:p w14:paraId="0464751B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</w:tcPr>
          <w:p w14:paraId="1CED4B4D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hideMark/>
          </w:tcPr>
          <w:p w14:paraId="566E8F2E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טלפון נייד</w:t>
            </w:r>
          </w:p>
        </w:tc>
        <w:tc>
          <w:tcPr>
            <w:tcW w:w="38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hideMark/>
          </w:tcPr>
          <w:p w14:paraId="6A77B91E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כתובת דוא"ל</w:t>
            </w:r>
          </w:p>
        </w:tc>
      </w:tr>
      <w:tr w:rsidR="000611A8" w14:paraId="7B36BE9D" w14:textId="77777777" w:rsidTr="000611A8">
        <w:trPr>
          <w:trHeight w:hRule="exact" w:val="442"/>
        </w:trPr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6DED48B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D8C7FD6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210F615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38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FBD4617" w14:textId="77777777" w:rsidR="000611A8" w:rsidRDefault="000611A8">
            <w:pPr>
              <w:rPr>
                <w:rFonts w:cs="David"/>
                <w:rtl/>
              </w:rPr>
            </w:pPr>
          </w:p>
        </w:tc>
      </w:tr>
      <w:tr w:rsidR="000611A8" w14:paraId="47C52069" w14:textId="77777777" w:rsidTr="000611A8">
        <w:trPr>
          <w:trHeight w:hRule="exact" w:val="422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hideMark/>
          </w:tcPr>
          <w:p w14:paraId="7E3B9135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ימי עבודה בשבוע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hideMark/>
          </w:tcPr>
          <w:p w14:paraId="4E3E87FA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שעות עבודה</w:t>
            </w:r>
          </w:p>
        </w:tc>
        <w:tc>
          <w:tcPr>
            <w:tcW w:w="38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hideMark/>
          </w:tcPr>
          <w:p w14:paraId="4FF3670C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מספר עובדים</w:t>
            </w:r>
          </w:p>
        </w:tc>
      </w:tr>
      <w:tr w:rsidR="000611A8" w14:paraId="4B8DA651" w14:textId="77777777" w:rsidTr="000611A8">
        <w:trPr>
          <w:trHeight w:hRule="exact" w:val="225"/>
        </w:trPr>
        <w:tc>
          <w:tcPr>
            <w:tcW w:w="327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</w:tcPr>
          <w:p w14:paraId="707928F2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hideMark/>
          </w:tcPr>
          <w:p w14:paraId="7324ACB8" w14:textId="77777777" w:rsidR="000611A8" w:rsidRDefault="000611A8">
            <w:pPr>
              <w:spacing w:line="240" w:lineRule="exact"/>
              <w:rPr>
                <w:rFonts w:cs="David"/>
                <w:rtl/>
              </w:rPr>
            </w:pPr>
            <w:r>
              <w:rPr>
                <w:rStyle w:val="Bodytext2Bold"/>
                <w:rFonts w:eastAsia="David" w:hint="cs"/>
                <w:rtl/>
              </w:rPr>
              <w:t>ביום</w:t>
            </w:r>
          </w:p>
        </w:tc>
        <w:tc>
          <w:tcPr>
            <w:tcW w:w="38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610302C2" w14:textId="77777777" w:rsidR="000611A8" w:rsidRDefault="000611A8">
            <w:pPr>
              <w:rPr>
                <w:rFonts w:cs="David"/>
                <w:rtl/>
              </w:rPr>
            </w:pPr>
          </w:p>
        </w:tc>
      </w:tr>
      <w:tr w:rsidR="000611A8" w14:paraId="5783ADD3" w14:textId="77777777" w:rsidTr="000611A8">
        <w:trPr>
          <w:trHeight w:hRule="exact" w:val="480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432431A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744EF78" w14:textId="77777777" w:rsidR="000611A8" w:rsidRDefault="000611A8">
            <w:pPr>
              <w:rPr>
                <w:rFonts w:cs="David"/>
                <w:rtl/>
              </w:rPr>
            </w:pPr>
          </w:p>
        </w:tc>
        <w:tc>
          <w:tcPr>
            <w:tcW w:w="3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3C32E" w14:textId="77777777" w:rsidR="000611A8" w:rsidRDefault="000611A8">
            <w:pPr>
              <w:rPr>
                <w:rFonts w:cs="David"/>
                <w:rtl/>
              </w:rPr>
            </w:pPr>
          </w:p>
        </w:tc>
      </w:tr>
    </w:tbl>
    <w:p w14:paraId="6530F947" w14:textId="3A007E16" w:rsidR="003125DA" w:rsidRPr="003125DA" w:rsidRDefault="000611A8" w:rsidP="003125DA">
      <w:pPr>
        <w:spacing w:line="480" w:lineRule="auto"/>
        <w:rPr>
          <w:rFonts w:cs="David"/>
          <w:b/>
          <w:bCs/>
          <w:sz w:val="22"/>
          <w:szCs w:val="22"/>
          <w:rtl/>
        </w:rPr>
      </w:pPr>
      <w:r w:rsidRPr="003125DA">
        <w:rPr>
          <w:rFonts w:cs="David" w:hint="cs"/>
          <w:b/>
          <w:bCs/>
          <w:sz w:val="22"/>
          <w:szCs w:val="22"/>
          <w:rtl/>
        </w:rPr>
        <w:t xml:space="preserve">הריני מאשר כי כל הכתוב לעיל הינו נכון </w:t>
      </w:r>
      <w:r w:rsidR="003125DA" w:rsidRPr="003125DA">
        <w:rPr>
          <w:rFonts w:cs="David"/>
          <w:b/>
          <w:bCs/>
          <w:sz w:val="22"/>
          <w:szCs w:val="22"/>
          <w:rtl/>
        </w:rPr>
        <w:t>–</w:t>
      </w:r>
      <w:r w:rsidRPr="003125DA">
        <w:rPr>
          <w:rFonts w:cs="David" w:hint="cs"/>
          <w:b/>
          <w:bCs/>
          <w:sz w:val="22"/>
          <w:szCs w:val="22"/>
          <w:rtl/>
        </w:rPr>
        <w:t xml:space="preserve"> </w:t>
      </w:r>
    </w:p>
    <w:p w14:paraId="6461D120" w14:textId="22D80F68" w:rsidR="000611A8" w:rsidRPr="003125DA" w:rsidRDefault="000611A8" w:rsidP="003125DA">
      <w:pPr>
        <w:spacing w:line="480" w:lineRule="auto"/>
        <w:rPr>
          <w:rFonts w:cs="David"/>
          <w:b/>
          <w:bCs/>
          <w:sz w:val="22"/>
          <w:szCs w:val="22"/>
          <w:rtl/>
        </w:rPr>
      </w:pPr>
      <w:r w:rsidRPr="003125DA">
        <w:rPr>
          <w:rFonts w:cs="David" w:hint="cs"/>
          <w:b/>
          <w:bCs/>
          <w:sz w:val="22"/>
          <w:szCs w:val="22"/>
          <w:rtl/>
        </w:rPr>
        <w:t>שם בעל העסק: _______________  חתימת בעל העסק: _______________ תאריך: __________</w:t>
      </w:r>
    </w:p>
    <w:p w14:paraId="068A0C1F" w14:textId="77777777" w:rsidR="000611A8" w:rsidRDefault="000611A8" w:rsidP="000611A8">
      <w:pPr>
        <w:spacing w:line="480" w:lineRule="auto"/>
        <w:rPr>
          <w:rFonts w:cs="David"/>
          <w:b/>
          <w:bCs/>
          <w:rtl/>
        </w:rPr>
      </w:pPr>
      <w:r>
        <w:rPr>
          <w:rFonts w:cs="David" w:hint="cs"/>
          <w:b/>
          <w:bCs/>
          <w:rtl/>
        </w:rPr>
        <w:lastRenderedPageBreak/>
        <w:t>תיאור העסק והתהליכים:</w:t>
      </w:r>
    </w:p>
    <w:p w14:paraId="78FFB542" w14:textId="77777777" w:rsidR="000611A8" w:rsidRDefault="000611A8" w:rsidP="000611A8">
      <w:pPr>
        <w:rPr>
          <w:rFonts w:cs="David"/>
        </w:rPr>
      </w:pPr>
      <w:r>
        <w:rPr>
          <w:rFonts w:cs="David" w:hint="cs"/>
          <w:rtl/>
        </w:rPr>
        <w:t>התיאור יכלול את המידע כמפורט להלן:</w:t>
      </w:r>
    </w:p>
    <w:p w14:paraId="04D9A76E" w14:textId="77777777" w:rsidR="000611A8" w:rsidRDefault="000611A8" w:rsidP="000611A8">
      <w:pPr>
        <w:pStyle w:val="aa"/>
        <w:numPr>
          <w:ilvl w:val="0"/>
          <w:numId w:val="5"/>
        </w:numPr>
        <w:spacing w:line="276" w:lineRule="auto"/>
        <w:contextualSpacing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rtl/>
        </w:rPr>
        <w:t>פירוט כל סוגי הטיפולים הניתנים בעסק לרבות, פחחות, צבע, מכונאות כללית.</w:t>
      </w:r>
    </w:p>
    <w:p w14:paraId="2CF8E394" w14:textId="77777777" w:rsidR="000611A8" w:rsidRDefault="000611A8" w:rsidP="000611A8">
      <w:pPr>
        <w:pStyle w:val="aa"/>
        <w:numPr>
          <w:ilvl w:val="0"/>
          <w:numId w:val="5"/>
        </w:numPr>
        <w:spacing w:line="276" w:lineRule="auto"/>
        <w:contextualSpacing/>
        <w:rPr>
          <w:rFonts w:cs="David"/>
          <w:sz w:val="24"/>
        </w:rPr>
      </w:pPr>
      <w:r>
        <w:rPr>
          <w:rFonts w:cs="David" w:hint="cs"/>
          <w:sz w:val="24"/>
          <w:rtl/>
        </w:rPr>
        <w:t>פירוט כל מתקני העזר כגון: מתקן שטיפת חלקים, עמדת תדלוק ואחסון דלק, אחסון גז, מתקני טיפול בשפכים.</w:t>
      </w:r>
    </w:p>
    <w:p w14:paraId="633F7C94" w14:textId="77777777" w:rsidR="000611A8" w:rsidRDefault="000611A8" w:rsidP="000611A8">
      <w:pPr>
        <w:pStyle w:val="aa"/>
        <w:numPr>
          <w:ilvl w:val="0"/>
          <w:numId w:val="5"/>
        </w:numPr>
        <w:spacing w:line="276" w:lineRule="auto"/>
        <w:contextualSpacing/>
        <w:rPr>
          <w:rFonts w:cs="David"/>
          <w:sz w:val="24"/>
        </w:rPr>
      </w:pPr>
      <w:r>
        <w:rPr>
          <w:rFonts w:cs="David" w:hint="cs"/>
          <w:sz w:val="24"/>
          <w:rtl/>
        </w:rPr>
        <w:t xml:space="preserve">יש לצרף </w:t>
      </w:r>
      <w:proofErr w:type="spellStart"/>
      <w:r>
        <w:rPr>
          <w:rFonts w:cs="David" w:hint="cs"/>
          <w:sz w:val="24"/>
          <w:rtl/>
        </w:rPr>
        <w:t>תוכנית</w:t>
      </w:r>
      <w:proofErr w:type="spellEnd"/>
      <w:r>
        <w:rPr>
          <w:rFonts w:cs="David" w:hint="cs"/>
          <w:sz w:val="24"/>
          <w:rtl/>
        </w:rPr>
        <w:t xml:space="preserve"> סניטרית עדכנית, לרבות התייחסות לנתונים הבאים:</w:t>
      </w:r>
    </w:p>
    <w:p w14:paraId="159B357A" w14:textId="77777777" w:rsidR="000611A8" w:rsidRDefault="000611A8" w:rsidP="000611A8">
      <w:pPr>
        <w:pStyle w:val="aa"/>
        <w:numPr>
          <w:ilvl w:val="1"/>
          <w:numId w:val="5"/>
        </w:numPr>
        <w:spacing w:line="276" w:lineRule="auto"/>
        <w:contextualSpacing/>
        <w:rPr>
          <w:rFonts w:cs="David"/>
          <w:sz w:val="24"/>
        </w:rPr>
      </w:pPr>
      <w:r>
        <w:rPr>
          <w:rFonts w:cs="David" w:hint="cs"/>
          <w:sz w:val="24"/>
          <w:rtl/>
        </w:rPr>
        <w:t>קווי הולכת שפכים, תשטיפים ונגר עילי מזוהם, כולל פתחי ניקוז, מתקני טיפול בשפכים ונקודות חיבור לביוב העירוני.</w:t>
      </w:r>
    </w:p>
    <w:p w14:paraId="7E5F3886" w14:textId="77777777" w:rsidR="000611A8" w:rsidRDefault="000611A8" w:rsidP="000611A8">
      <w:pPr>
        <w:pStyle w:val="aa"/>
        <w:numPr>
          <w:ilvl w:val="1"/>
          <w:numId w:val="5"/>
        </w:numPr>
        <w:spacing w:line="276" w:lineRule="auto"/>
        <w:contextualSpacing/>
        <w:rPr>
          <w:rFonts w:cs="David"/>
          <w:sz w:val="24"/>
        </w:rPr>
      </w:pPr>
      <w:r>
        <w:rPr>
          <w:rFonts w:cs="David" w:hint="cs"/>
          <w:sz w:val="24"/>
          <w:rtl/>
        </w:rPr>
        <w:t>קווי ניקוז נגר עילי נקי (גשם), פתחי ניקוז, ונקודות חיבור לניקוז עירוני.</w:t>
      </w:r>
    </w:p>
    <w:p w14:paraId="26085728" w14:textId="77777777" w:rsidR="000611A8" w:rsidRDefault="000611A8" w:rsidP="000611A8">
      <w:pPr>
        <w:pStyle w:val="aa"/>
        <w:numPr>
          <w:ilvl w:val="1"/>
          <w:numId w:val="5"/>
        </w:numPr>
        <w:spacing w:line="276" w:lineRule="auto"/>
        <w:contextualSpacing/>
        <w:rPr>
          <w:rFonts w:cs="David"/>
          <w:sz w:val="24"/>
        </w:rPr>
      </w:pPr>
      <w:r>
        <w:rPr>
          <w:rFonts w:cs="David" w:hint="cs"/>
          <w:sz w:val="24"/>
          <w:rtl/>
        </w:rPr>
        <w:t>מפרט טכני של מפריד שמן דלק ממים (למוסך מכונאות), יש לצרף מספר דגם מהספק ואישור התקנה.</w:t>
      </w:r>
    </w:p>
    <w:p w14:paraId="2904515B" w14:textId="77777777" w:rsidR="000611A8" w:rsidRDefault="000611A8" w:rsidP="000611A8">
      <w:pPr>
        <w:pStyle w:val="aa"/>
        <w:numPr>
          <w:ilvl w:val="1"/>
          <w:numId w:val="5"/>
        </w:numPr>
        <w:spacing w:line="276" w:lineRule="auto"/>
        <w:contextualSpacing/>
        <w:rPr>
          <w:rFonts w:cs="David"/>
          <w:sz w:val="24"/>
        </w:rPr>
      </w:pPr>
      <w:r>
        <w:rPr>
          <w:rFonts w:cs="David" w:hint="cs"/>
          <w:sz w:val="24"/>
          <w:rtl/>
        </w:rPr>
        <w:t>אזורי אחסון חומרים מסוכנים (שמן משומש, מצברים משומשים, עמדת ניקוי חלקים) ופסולת.</w:t>
      </w:r>
    </w:p>
    <w:p w14:paraId="25B1CFE6" w14:textId="77777777" w:rsidR="000611A8" w:rsidRDefault="000611A8" w:rsidP="000611A8">
      <w:pPr>
        <w:pStyle w:val="aa"/>
        <w:numPr>
          <w:ilvl w:val="0"/>
          <w:numId w:val="5"/>
        </w:numPr>
        <w:spacing w:line="276" w:lineRule="auto"/>
        <w:contextualSpacing/>
        <w:rPr>
          <w:rFonts w:cs="David"/>
          <w:sz w:val="24"/>
        </w:rPr>
      </w:pPr>
      <w:r>
        <w:rPr>
          <w:rFonts w:cs="David" w:hint="cs"/>
          <w:sz w:val="24"/>
          <w:rtl/>
        </w:rPr>
        <w:t>מפריד שמן דלק ממים:</w:t>
      </w:r>
    </w:p>
    <w:p w14:paraId="31817B1B" w14:textId="77777777" w:rsidR="000611A8" w:rsidRDefault="000611A8" w:rsidP="000611A8">
      <w:pPr>
        <w:pStyle w:val="aa"/>
        <w:numPr>
          <w:ilvl w:val="1"/>
          <w:numId w:val="5"/>
        </w:numPr>
        <w:spacing w:line="276" w:lineRule="auto"/>
        <w:contextualSpacing/>
        <w:rPr>
          <w:rFonts w:cs="David"/>
          <w:sz w:val="24"/>
        </w:rPr>
      </w:pPr>
      <w:r>
        <w:rPr>
          <w:rFonts w:cs="David" w:hint="cs"/>
          <w:sz w:val="24"/>
          <w:rtl/>
        </w:rPr>
        <w:t>יש להציג את נפח המפריד ושטח המוסך המנוקז אליו.</w:t>
      </w:r>
    </w:p>
    <w:p w14:paraId="4F5C7866" w14:textId="77777777" w:rsidR="000611A8" w:rsidRDefault="000611A8" w:rsidP="000611A8">
      <w:pPr>
        <w:pStyle w:val="aa"/>
        <w:numPr>
          <w:ilvl w:val="1"/>
          <w:numId w:val="5"/>
        </w:numPr>
        <w:spacing w:line="276" w:lineRule="auto"/>
        <w:contextualSpacing/>
        <w:rPr>
          <w:rFonts w:cs="David"/>
          <w:sz w:val="24"/>
        </w:rPr>
      </w:pPr>
      <w:r>
        <w:rPr>
          <w:rFonts w:cs="David" w:hint="cs"/>
          <w:sz w:val="24"/>
          <w:rtl/>
        </w:rPr>
        <w:t>איכות הקולחים ביציאה מהמתקן לאחר טיפול קדם (בהתבסס על דיגום ו/ או חישוב).</w:t>
      </w:r>
    </w:p>
    <w:p w14:paraId="2983C6BC" w14:textId="77777777" w:rsidR="000611A8" w:rsidRDefault="000611A8" w:rsidP="000611A8">
      <w:pPr>
        <w:pStyle w:val="aa"/>
        <w:numPr>
          <w:ilvl w:val="1"/>
          <w:numId w:val="5"/>
        </w:numPr>
        <w:spacing w:line="276" w:lineRule="auto"/>
        <w:contextualSpacing/>
        <w:rPr>
          <w:rFonts w:cs="David"/>
          <w:sz w:val="24"/>
        </w:rPr>
      </w:pPr>
      <w:proofErr w:type="spellStart"/>
      <w:r>
        <w:rPr>
          <w:rFonts w:cs="David" w:hint="cs"/>
          <w:sz w:val="24"/>
          <w:rtl/>
        </w:rPr>
        <w:t>תוכנית</w:t>
      </w:r>
      <w:proofErr w:type="spellEnd"/>
      <w:r>
        <w:rPr>
          <w:rFonts w:cs="David" w:hint="cs"/>
          <w:sz w:val="24"/>
          <w:rtl/>
        </w:rPr>
        <w:t xml:space="preserve"> הפעלה ואחזקה של מתקן קדם הטיפול, לרבות מועדים מתוכננים לניקוי ופינוי תכולה.</w:t>
      </w:r>
    </w:p>
    <w:p w14:paraId="3F6BE06E" w14:textId="77777777" w:rsidR="000611A8" w:rsidRDefault="000611A8" w:rsidP="000611A8">
      <w:pPr>
        <w:pStyle w:val="aa"/>
        <w:numPr>
          <w:ilvl w:val="1"/>
          <w:numId w:val="5"/>
        </w:numPr>
        <w:spacing w:line="276" w:lineRule="auto"/>
        <w:contextualSpacing/>
        <w:rPr>
          <w:rFonts w:cs="David"/>
          <w:sz w:val="24"/>
        </w:rPr>
      </w:pPr>
      <w:r>
        <w:rPr>
          <w:rFonts w:cs="David" w:hint="cs"/>
          <w:sz w:val="24"/>
          <w:rtl/>
        </w:rPr>
        <w:t>אופן הטיפול והסילוק של בוצה או משקעים הנוצרים במתקן קדם הטיפול (או הנוצרים ממתקני טיפול להשבת מים ומזהמים בתהליך הייצור).</w:t>
      </w:r>
    </w:p>
    <w:p w14:paraId="288DB667" w14:textId="77777777" w:rsidR="000611A8" w:rsidRDefault="000611A8" w:rsidP="000611A8">
      <w:pPr>
        <w:pStyle w:val="aa"/>
        <w:numPr>
          <w:ilvl w:val="0"/>
          <w:numId w:val="5"/>
        </w:numPr>
        <w:spacing w:line="276" w:lineRule="auto"/>
        <w:contextualSpacing/>
        <w:rPr>
          <w:rFonts w:cs="David"/>
          <w:sz w:val="24"/>
        </w:rPr>
      </w:pPr>
      <w:r>
        <w:rPr>
          <w:rFonts w:cs="David" w:hint="cs"/>
          <w:sz w:val="24"/>
          <w:rtl/>
        </w:rPr>
        <w:t>מידע מפורט על כל המכלים התת-קרקעיים המשמשים לאחסון שפכים סניטריים, שפכים תעשייתיים, תשטיפים, פסולת נוזלית או חומרי גלם.</w:t>
      </w:r>
    </w:p>
    <w:p w14:paraId="5F9B4A1C" w14:textId="77777777" w:rsidR="000611A8" w:rsidRDefault="000611A8" w:rsidP="000611A8">
      <w:pPr>
        <w:pStyle w:val="aa"/>
        <w:numPr>
          <w:ilvl w:val="1"/>
          <w:numId w:val="5"/>
        </w:numPr>
        <w:spacing w:line="276" w:lineRule="auto"/>
        <w:contextualSpacing/>
        <w:rPr>
          <w:rFonts w:cs="David"/>
          <w:sz w:val="24"/>
        </w:rPr>
      </w:pPr>
      <w:r>
        <w:rPr>
          <w:rFonts w:cs="David" w:hint="cs"/>
          <w:sz w:val="24"/>
          <w:rtl/>
        </w:rPr>
        <w:t>המידע יכלול: נפח מכל, שנת יצור/הטמנה, נתונים על מיכול משני ואמצעי איטום.</w:t>
      </w:r>
    </w:p>
    <w:p w14:paraId="6376F2F4" w14:textId="77777777" w:rsidR="000611A8" w:rsidRDefault="000611A8" w:rsidP="000611A8">
      <w:pPr>
        <w:pStyle w:val="aa"/>
        <w:numPr>
          <w:ilvl w:val="1"/>
          <w:numId w:val="5"/>
        </w:numPr>
        <w:spacing w:line="276" w:lineRule="auto"/>
        <w:contextualSpacing/>
        <w:rPr>
          <w:rFonts w:cs="David"/>
          <w:sz w:val="24"/>
        </w:rPr>
      </w:pPr>
      <w:r>
        <w:rPr>
          <w:rFonts w:cs="David" w:hint="cs"/>
          <w:sz w:val="24"/>
          <w:rtl/>
        </w:rPr>
        <w:t>יש לצרף בדיקות אטימות אחרונות.</w:t>
      </w:r>
    </w:p>
    <w:p w14:paraId="65537239" w14:textId="77777777" w:rsidR="000611A8" w:rsidRDefault="000611A8" w:rsidP="000611A8">
      <w:pPr>
        <w:pStyle w:val="aa"/>
        <w:numPr>
          <w:ilvl w:val="0"/>
          <w:numId w:val="5"/>
        </w:numPr>
        <w:spacing w:line="276" w:lineRule="auto"/>
        <w:contextualSpacing/>
        <w:rPr>
          <w:rFonts w:cs="David"/>
          <w:sz w:val="24"/>
        </w:rPr>
      </w:pPr>
      <w:r>
        <w:rPr>
          <w:rFonts w:cs="David" w:hint="cs"/>
          <w:sz w:val="24"/>
          <w:rtl/>
        </w:rPr>
        <w:t>פירוט מתקני טיפול בגזי פליטה מחדר צבע המשמשים בעסק;</w:t>
      </w:r>
    </w:p>
    <w:p w14:paraId="4D51F103" w14:textId="77777777" w:rsidR="000611A8" w:rsidRDefault="000611A8" w:rsidP="000611A8">
      <w:pPr>
        <w:pStyle w:val="aa"/>
        <w:numPr>
          <w:ilvl w:val="1"/>
          <w:numId w:val="5"/>
        </w:numPr>
        <w:spacing w:line="276" w:lineRule="auto"/>
        <w:contextualSpacing/>
        <w:rPr>
          <w:rFonts w:cs="David"/>
          <w:sz w:val="24"/>
        </w:rPr>
      </w:pPr>
      <w:r>
        <w:rPr>
          <w:rFonts w:cs="David" w:hint="cs"/>
          <w:sz w:val="24"/>
          <w:rtl/>
        </w:rPr>
        <w:t>סוג ומפרט טכני של המתקנים לטיפול בגזי פליטה;</w:t>
      </w:r>
    </w:p>
    <w:p w14:paraId="5B97E70A" w14:textId="77777777" w:rsidR="000611A8" w:rsidRDefault="000611A8" w:rsidP="000611A8">
      <w:pPr>
        <w:pStyle w:val="aa"/>
        <w:numPr>
          <w:ilvl w:val="1"/>
          <w:numId w:val="5"/>
        </w:numPr>
        <w:spacing w:line="276" w:lineRule="auto"/>
        <w:contextualSpacing/>
        <w:rPr>
          <w:rFonts w:cs="David"/>
          <w:sz w:val="24"/>
        </w:rPr>
      </w:pPr>
      <w:r>
        <w:rPr>
          <w:rFonts w:cs="David" w:hint="cs"/>
          <w:sz w:val="24"/>
          <w:rtl/>
        </w:rPr>
        <w:t>חישוב יעילות המתקנים;</w:t>
      </w:r>
    </w:p>
    <w:p w14:paraId="6D875A80" w14:textId="77777777" w:rsidR="000611A8" w:rsidRDefault="000611A8" w:rsidP="000611A8">
      <w:pPr>
        <w:pStyle w:val="aa"/>
        <w:numPr>
          <w:ilvl w:val="1"/>
          <w:numId w:val="5"/>
        </w:numPr>
        <w:spacing w:line="276" w:lineRule="auto"/>
        <w:contextualSpacing/>
        <w:rPr>
          <w:rFonts w:cs="David"/>
          <w:sz w:val="24"/>
        </w:rPr>
      </w:pPr>
      <w:r>
        <w:rPr>
          <w:rFonts w:cs="David" w:hint="cs"/>
          <w:sz w:val="24"/>
          <w:rtl/>
        </w:rPr>
        <w:t>אמצעי בקרה וניטור על יעילות המתקן;</w:t>
      </w:r>
    </w:p>
    <w:p w14:paraId="7CA7C19B" w14:textId="77777777" w:rsidR="000611A8" w:rsidRDefault="000611A8" w:rsidP="000611A8">
      <w:pPr>
        <w:pStyle w:val="aa"/>
        <w:numPr>
          <w:ilvl w:val="1"/>
          <w:numId w:val="5"/>
        </w:numPr>
        <w:spacing w:line="276" w:lineRule="auto"/>
        <w:contextualSpacing/>
        <w:rPr>
          <w:rFonts w:cs="David"/>
          <w:sz w:val="24"/>
        </w:rPr>
      </w:pPr>
      <w:r>
        <w:rPr>
          <w:rFonts w:cs="David" w:hint="cs"/>
          <w:sz w:val="24"/>
          <w:rtl/>
        </w:rPr>
        <w:t xml:space="preserve">נוהל תחזוקה ותיקון תקלות. </w:t>
      </w:r>
    </w:p>
    <w:p w14:paraId="4ABB40BB" w14:textId="77777777" w:rsidR="000611A8" w:rsidRDefault="000611A8" w:rsidP="000611A8">
      <w:pPr>
        <w:pStyle w:val="aa"/>
        <w:numPr>
          <w:ilvl w:val="0"/>
          <w:numId w:val="5"/>
        </w:numPr>
        <w:spacing w:line="276" w:lineRule="auto"/>
        <w:contextualSpacing/>
        <w:rPr>
          <w:rFonts w:cs="David"/>
          <w:sz w:val="24"/>
        </w:rPr>
      </w:pPr>
      <w:r>
        <w:rPr>
          <w:rFonts w:cs="David" w:hint="cs"/>
          <w:b/>
          <w:bCs/>
          <w:sz w:val="24"/>
          <w:rtl/>
        </w:rPr>
        <w:t>פסולת חומרים מסוכנים</w:t>
      </w:r>
      <w:r>
        <w:rPr>
          <w:rFonts w:cs="David" w:hint="cs"/>
          <w:sz w:val="24"/>
          <w:rtl/>
        </w:rPr>
        <w:t>:</w:t>
      </w:r>
    </w:p>
    <w:p w14:paraId="0CAF35A8" w14:textId="77777777" w:rsidR="000611A8" w:rsidRDefault="000611A8" w:rsidP="000611A8">
      <w:pPr>
        <w:pStyle w:val="aa"/>
        <w:numPr>
          <w:ilvl w:val="1"/>
          <w:numId w:val="5"/>
        </w:numPr>
        <w:spacing w:line="276" w:lineRule="auto"/>
        <w:contextualSpacing/>
        <w:rPr>
          <w:rFonts w:cs="David"/>
          <w:sz w:val="24"/>
        </w:rPr>
      </w:pPr>
      <w:r>
        <w:rPr>
          <w:rFonts w:cs="David" w:hint="cs"/>
          <w:sz w:val="24"/>
          <w:rtl/>
        </w:rPr>
        <w:t>סוגי וכמויות הפסולת המסוכנת הנוצרת בעסק, לרבות שמן משומש, מצברים, חומרי גלם פסולים או משומשים.</w:t>
      </w:r>
    </w:p>
    <w:p w14:paraId="38AA1AD7" w14:textId="77777777" w:rsidR="000611A8" w:rsidRDefault="000611A8" w:rsidP="000611A8">
      <w:pPr>
        <w:pStyle w:val="aa"/>
        <w:numPr>
          <w:ilvl w:val="1"/>
          <w:numId w:val="5"/>
        </w:numPr>
        <w:spacing w:line="276" w:lineRule="auto"/>
        <w:contextualSpacing/>
        <w:rPr>
          <w:rFonts w:cs="David"/>
          <w:sz w:val="24"/>
        </w:rPr>
      </w:pPr>
      <w:r>
        <w:rPr>
          <w:rFonts w:cs="David" w:hint="cs"/>
          <w:sz w:val="24"/>
          <w:rtl/>
        </w:rPr>
        <w:t>יעדי הפינוי לכל פסולת.</w:t>
      </w:r>
    </w:p>
    <w:p w14:paraId="70D47568" w14:textId="77777777" w:rsidR="000611A8" w:rsidRDefault="000611A8" w:rsidP="000611A8">
      <w:pPr>
        <w:pStyle w:val="aa"/>
        <w:numPr>
          <w:ilvl w:val="1"/>
          <w:numId w:val="5"/>
        </w:numPr>
        <w:spacing w:line="276" w:lineRule="auto"/>
        <w:contextualSpacing/>
        <w:rPr>
          <w:rFonts w:cs="David"/>
          <w:sz w:val="24"/>
        </w:rPr>
      </w:pPr>
      <w:r>
        <w:rPr>
          <w:rFonts w:cs="David" w:hint="cs"/>
          <w:sz w:val="24"/>
          <w:rtl/>
        </w:rPr>
        <w:t>יש לצרף קבלות המעידות על יעד הפינוי בשנה האחרונה.</w:t>
      </w:r>
    </w:p>
    <w:p w14:paraId="21A905AD" w14:textId="77777777" w:rsidR="000611A8" w:rsidRDefault="000611A8" w:rsidP="000611A8">
      <w:pPr>
        <w:pStyle w:val="aa"/>
        <w:numPr>
          <w:ilvl w:val="0"/>
          <w:numId w:val="5"/>
        </w:numPr>
        <w:spacing w:line="276" w:lineRule="auto"/>
        <w:contextualSpacing/>
        <w:rPr>
          <w:rFonts w:cs="David"/>
          <w:sz w:val="24"/>
        </w:rPr>
      </w:pPr>
      <w:r>
        <w:rPr>
          <w:rFonts w:cs="David" w:hint="cs"/>
          <w:b/>
          <w:bCs/>
          <w:sz w:val="24"/>
          <w:rtl/>
        </w:rPr>
        <w:t>רעש</w:t>
      </w:r>
      <w:r>
        <w:rPr>
          <w:rFonts w:cs="David" w:hint="cs"/>
          <w:sz w:val="24"/>
          <w:rtl/>
        </w:rPr>
        <w:t xml:space="preserve"> - פירוט מקורות הרעש העיקריים במפעל: גנרטורים, מדחסים.</w:t>
      </w:r>
    </w:p>
    <w:p w14:paraId="6C4B9117" w14:textId="77777777" w:rsidR="000611A8" w:rsidRDefault="000611A8" w:rsidP="000611A8">
      <w:pPr>
        <w:pStyle w:val="aa"/>
        <w:numPr>
          <w:ilvl w:val="0"/>
          <w:numId w:val="5"/>
        </w:numPr>
        <w:spacing w:line="276" w:lineRule="auto"/>
        <w:contextualSpacing/>
        <w:rPr>
          <w:rFonts w:cs="David"/>
          <w:sz w:val="24"/>
        </w:rPr>
      </w:pPr>
      <w:r>
        <w:rPr>
          <w:rFonts w:cs="David" w:hint="cs"/>
          <w:b/>
          <w:bCs/>
          <w:sz w:val="24"/>
          <w:rtl/>
        </w:rPr>
        <w:t>פסולת מוצקה</w:t>
      </w:r>
      <w:r>
        <w:rPr>
          <w:rFonts w:cs="David" w:hint="cs"/>
          <w:sz w:val="24"/>
          <w:rtl/>
        </w:rPr>
        <w:t xml:space="preserve"> - פירוט סוגי הפסולת הנוצרים בעסק, תדירות ויעדי הפינוי.</w:t>
      </w:r>
    </w:p>
    <w:p w14:paraId="2A0A17FE" w14:textId="77777777" w:rsidR="000611A8" w:rsidRDefault="000611A8" w:rsidP="000611A8">
      <w:pPr>
        <w:spacing w:line="480" w:lineRule="auto"/>
        <w:rPr>
          <w:rFonts w:cs="David"/>
        </w:rPr>
      </w:pPr>
    </w:p>
    <w:p w14:paraId="60472FD5" w14:textId="77777777" w:rsidR="000611A8" w:rsidRDefault="000611A8" w:rsidP="000611A8">
      <w:pPr>
        <w:spacing w:line="480" w:lineRule="auto"/>
        <w:rPr>
          <w:rFonts w:cs="David"/>
        </w:rPr>
      </w:pPr>
    </w:p>
    <w:p w14:paraId="2602DFF0" w14:textId="77777777" w:rsidR="000611A8" w:rsidRDefault="000611A8" w:rsidP="000611A8">
      <w:pPr>
        <w:spacing w:line="480" w:lineRule="auto"/>
        <w:rPr>
          <w:rFonts w:cs="David"/>
        </w:rPr>
      </w:pPr>
    </w:p>
    <w:p w14:paraId="5755C0B2" w14:textId="77777777" w:rsidR="00EC2D35" w:rsidRPr="00EC2D35" w:rsidRDefault="00EC2D35" w:rsidP="000611A8">
      <w:pPr>
        <w:rPr>
          <w:rFonts w:ascii="Calibri" w:hAnsi="Calibri" w:cs="David"/>
          <w:rtl/>
        </w:rPr>
      </w:pPr>
    </w:p>
    <w:sectPr w:rsidR="00EC2D35" w:rsidRPr="00EC2D35">
      <w:headerReference w:type="default" r:id="rId8"/>
      <w:footerReference w:type="default" r:id="rId9"/>
      <w:pgSz w:w="11906" w:h="16838"/>
      <w:pgMar w:top="1361" w:right="1134" w:bottom="1134" w:left="1134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8EFA8" w14:textId="77777777" w:rsidR="002A6F3A" w:rsidRDefault="002A6F3A">
      <w:r>
        <w:separator/>
      </w:r>
    </w:p>
  </w:endnote>
  <w:endnote w:type="continuationSeparator" w:id="0">
    <w:p w14:paraId="6D5ED765" w14:textId="77777777" w:rsidR="002A6F3A" w:rsidRDefault="002A6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C2C5C" w14:textId="77777777" w:rsidR="002A6F3A" w:rsidRDefault="003125DA">
    <w:pPr>
      <w:pStyle w:val="a5"/>
    </w:pPr>
    <w:r>
      <w:rPr>
        <w:noProof/>
        <w:lang w:eastAsia="en-US"/>
      </w:rPr>
      <w:pict w14:anchorId="60F5FF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תמונה 1" o:spid="_x0000_s2052" type="#_x0000_t75" alt="down_eb.jpg" style="position:absolute;left:0;text-align:left;margin-left:-29.75pt;margin-top:-67.05pt;width:535.6pt;height:96.2pt;z-index:251658240;visibility:visible">
          <v:imagedata r:id="rId1" o:title="down_eb"/>
          <w10:wrap type="topAndBottom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C09902" w14:textId="77777777" w:rsidR="002A6F3A" w:rsidRDefault="002A6F3A">
      <w:r>
        <w:separator/>
      </w:r>
    </w:p>
  </w:footnote>
  <w:footnote w:type="continuationSeparator" w:id="0">
    <w:p w14:paraId="03BAD4F8" w14:textId="77777777" w:rsidR="002A6F3A" w:rsidRDefault="002A6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037993" w14:textId="77777777" w:rsidR="002A6F3A" w:rsidRDefault="003125DA">
    <w:pPr>
      <w:pStyle w:val="a3"/>
    </w:pPr>
    <w:r>
      <w:rPr>
        <w:noProof/>
        <w:lang w:eastAsia="en-US"/>
      </w:rPr>
      <w:pict w14:anchorId="60F5FF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תמונה 0" o:spid="_x0000_s2051" type="#_x0000_t75" alt="up_eb.jpg" style="position:absolute;left:0;text-align:left;margin-left:192.95pt;margin-top:5.25pt;width:95.7pt;height:104.45pt;z-index:251657216;visibility:visible;mso-position-vertical-relative:page">
          <v:imagedata r:id="rId1" o:title="up_eb"/>
          <w10:wrap type="topAndBottom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4733F"/>
    <w:multiLevelType w:val="hybridMultilevel"/>
    <w:tmpl w:val="065EA2D0"/>
    <w:lvl w:ilvl="0" w:tplc="2BA25A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9C029E48">
      <w:start w:val="1"/>
      <w:numFmt w:val="hebrew1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 Unicode MS" w:hAnsi="Arial" w:cs="David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8D42210"/>
    <w:multiLevelType w:val="multilevel"/>
    <w:tmpl w:val="8DAA5B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1DC361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A92E2F"/>
    <w:multiLevelType w:val="hybridMultilevel"/>
    <w:tmpl w:val="05841660"/>
    <w:lvl w:ilvl="0" w:tplc="0AF6FCC0">
      <w:start w:val="1"/>
      <w:numFmt w:val="hebrew1"/>
      <w:lvlText w:val="(%1)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415A4C40"/>
    <w:multiLevelType w:val="multilevel"/>
    <w:tmpl w:val="B8CAAFCC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481B"/>
    <w:rsid w:val="00015F48"/>
    <w:rsid w:val="00060CFE"/>
    <w:rsid w:val="000611A8"/>
    <w:rsid w:val="000775B5"/>
    <w:rsid w:val="00083D74"/>
    <w:rsid w:val="000864D9"/>
    <w:rsid w:val="00087634"/>
    <w:rsid w:val="00092B13"/>
    <w:rsid w:val="0009692D"/>
    <w:rsid w:val="000B2B6C"/>
    <w:rsid w:val="000C358D"/>
    <w:rsid w:val="000D1123"/>
    <w:rsid w:val="000D1423"/>
    <w:rsid w:val="000E0262"/>
    <w:rsid w:val="000E355E"/>
    <w:rsid w:val="000F166C"/>
    <w:rsid w:val="000F44D2"/>
    <w:rsid w:val="000F5A4C"/>
    <w:rsid w:val="000F71BF"/>
    <w:rsid w:val="00104379"/>
    <w:rsid w:val="00111BD8"/>
    <w:rsid w:val="001134DF"/>
    <w:rsid w:val="00123408"/>
    <w:rsid w:val="00124459"/>
    <w:rsid w:val="001330BE"/>
    <w:rsid w:val="001345B2"/>
    <w:rsid w:val="00152C4A"/>
    <w:rsid w:val="00156012"/>
    <w:rsid w:val="00165072"/>
    <w:rsid w:val="00182283"/>
    <w:rsid w:val="001935E5"/>
    <w:rsid w:val="001A039E"/>
    <w:rsid w:val="001A75F4"/>
    <w:rsid w:val="001B0808"/>
    <w:rsid w:val="001B7E00"/>
    <w:rsid w:val="001C61A4"/>
    <w:rsid w:val="001D1FE8"/>
    <w:rsid w:val="001E3943"/>
    <w:rsid w:val="001E4683"/>
    <w:rsid w:val="001E544E"/>
    <w:rsid w:val="001F248A"/>
    <w:rsid w:val="001F3E14"/>
    <w:rsid w:val="001F4594"/>
    <w:rsid w:val="001F6942"/>
    <w:rsid w:val="00203683"/>
    <w:rsid w:val="00205DC5"/>
    <w:rsid w:val="00214963"/>
    <w:rsid w:val="00220A4F"/>
    <w:rsid w:val="00221C1A"/>
    <w:rsid w:val="0022311C"/>
    <w:rsid w:val="00224D9D"/>
    <w:rsid w:val="00226016"/>
    <w:rsid w:val="002261B5"/>
    <w:rsid w:val="00231CA6"/>
    <w:rsid w:val="00245F87"/>
    <w:rsid w:val="00246C60"/>
    <w:rsid w:val="002470C8"/>
    <w:rsid w:val="002566F9"/>
    <w:rsid w:val="00267E1A"/>
    <w:rsid w:val="002734A9"/>
    <w:rsid w:val="00285180"/>
    <w:rsid w:val="0029147A"/>
    <w:rsid w:val="00291695"/>
    <w:rsid w:val="002A1BD0"/>
    <w:rsid w:val="002A6E0F"/>
    <w:rsid w:val="002A6F3A"/>
    <w:rsid w:val="002A7683"/>
    <w:rsid w:val="002B30A9"/>
    <w:rsid w:val="002E0F0F"/>
    <w:rsid w:val="002E35A8"/>
    <w:rsid w:val="002E3841"/>
    <w:rsid w:val="002E7D52"/>
    <w:rsid w:val="002F62C6"/>
    <w:rsid w:val="003044E0"/>
    <w:rsid w:val="00310588"/>
    <w:rsid w:val="003125DA"/>
    <w:rsid w:val="00312F73"/>
    <w:rsid w:val="00316D5E"/>
    <w:rsid w:val="00332312"/>
    <w:rsid w:val="00334DBF"/>
    <w:rsid w:val="0033644C"/>
    <w:rsid w:val="00344F84"/>
    <w:rsid w:val="0035117F"/>
    <w:rsid w:val="00352C36"/>
    <w:rsid w:val="00353EF6"/>
    <w:rsid w:val="0038140B"/>
    <w:rsid w:val="0038645C"/>
    <w:rsid w:val="003A3C9C"/>
    <w:rsid w:val="003C7D83"/>
    <w:rsid w:val="003D4AA2"/>
    <w:rsid w:val="003E5D09"/>
    <w:rsid w:val="003E7358"/>
    <w:rsid w:val="003F1A2E"/>
    <w:rsid w:val="003F3878"/>
    <w:rsid w:val="004121D8"/>
    <w:rsid w:val="00414544"/>
    <w:rsid w:val="00440B9B"/>
    <w:rsid w:val="0045198B"/>
    <w:rsid w:val="00467727"/>
    <w:rsid w:val="0049163D"/>
    <w:rsid w:val="004935B9"/>
    <w:rsid w:val="00495241"/>
    <w:rsid w:val="004B01E1"/>
    <w:rsid w:val="004B4FBE"/>
    <w:rsid w:val="004D65C7"/>
    <w:rsid w:val="004E12CE"/>
    <w:rsid w:val="004E4566"/>
    <w:rsid w:val="00512344"/>
    <w:rsid w:val="005154E6"/>
    <w:rsid w:val="00520FDE"/>
    <w:rsid w:val="00522232"/>
    <w:rsid w:val="005226A3"/>
    <w:rsid w:val="0052587E"/>
    <w:rsid w:val="00554C50"/>
    <w:rsid w:val="0056035F"/>
    <w:rsid w:val="00561516"/>
    <w:rsid w:val="00564B35"/>
    <w:rsid w:val="0057459C"/>
    <w:rsid w:val="0057651D"/>
    <w:rsid w:val="00576E04"/>
    <w:rsid w:val="00586303"/>
    <w:rsid w:val="00594408"/>
    <w:rsid w:val="0059468D"/>
    <w:rsid w:val="005A5F9D"/>
    <w:rsid w:val="005A658A"/>
    <w:rsid w:val="005B16B0"/>
    <w:rsid w:val="005B20DE"/>
    <w:rsid w:val="005C4CD9"/>
    <w:rsid w:val="005C5022"/>
    <w:rsid w:val="005D2768"/>
    <w:rsid w:val="005D2AB4"/>
    <w:rsid w:val="005E492A"/>
    <w:rsid w:val="00606E3E"/>
    <w:rsid w:val="00607F62"/>
    <w:rsid w:val="006129C2"/>
    <w:rsid w:val="00621D8D"/>
    <w:rsid w:val="006306C7"/>
    <w:rsid w:val="006324A5"/>
    <w:rsid w:val="0063774F"/>
    <w:rsid w:val="006609C6"/>
    <w:rsid w:val="00664B1B"/>
    <w:rsid w:val="00673B62"/>
    <w:rsid w:val="006759BC"/>
    <w:rsid w:val="0068356C"/>
    <w:rsid w:val="00686260"/>
    <w:rsid w:val="00691143"/>
    <w:rsid w:val="00694E2B"/>
    <w:rsid w:val="006C4718"/>
    <w:rsid w:val="006D4282"/>
    <w:rsid w:val="006D46E2"/>
    <w:rsid w:val="006E2E17"/>
    <w:rsid w:val="00702140"/>
    <w:rsid w:val="0070400B"/>
    <w:rsid w:val="00720600"/>
    <w:rsid w:val="007216FC"/>
    <w:rsid w:val="00721A67"/>
    <w:rsid w:val="00722CE6"/>
    <w:rsid w:val="00726499"/>
    <w:rsid w:val="007311F4"/>
    <w:rsid w:val="00735637"/>
    <w:rsid w:val="00743C27"/>
    <w:rsid w:val="00746B11"/>
    <w:rsid w:val="00755ED6"/>
    <w:rsid w:val="007911A1"/>
    <w:rsid w:val="00796D73"/>
    <w:rsid w:val="007A54C3"/>
    <w:rsid w:val="007B302B"/>
    <w:rsid w:val="007C0AD4"/>
    <w:rsid w:val="007D0AD1"/>
    <w:rsid w:val="007D369F"/>
    <w:rsid w:val="007E0CEA"/>
    <w:rsid w:val="007E33E5"/>
    <w:rsid w:val="007E522E"/>
    <w:rsid w:val="007F07BF"/>
    <w:rsid w:val="007F4DF0"/>
    <w:rsid w:val="00800C08"/>
    <w:rsid w:val="0080289F"/>
    <w:rsid w:val="0080732D"/>
    <w:rsid w:val="00813F57"/>
    <w:rsid w:val="00830552"/>
    <w:rsid w:val="00843315"/>
    <w:rsid w:val="00853B64"/>
    <w:rsid w:val="00857295"/>
    <w:rsid w:val="00861291"/>
    <w:rsid w:val="008673C8"/>
    <w:rsid w:val="00867A42"/>
    <w:rsid w:val="00875D18"/>
    <w:rsid w:val="0088665A"/>
    <w:rsid w:val="00896D15"/>
    <w:rsid w:val="008B05A8"/>
    <w:rsid w:val="008B481B"/>
    <w:rsid w:val="008B651F"/>
    <w:rsid w:val="008E2D54"/>
    <w:rsid w:val="008E54DB"/>
    <w:rsid w:val="008F4C15"/>
    <w:rsid w:val="009061D8"/>
    <w:rsid w:val="00911725"/>
    <w:rsid w:val="00912336"/>
    <w:rsid w:val="00920F86"/>
    <w:rsid w:val="00925B8E"/>
    <w:rsid w:val="00927467"/>
    <w:rsid w:val="00931A1A"/>
    <w:rsid w:val="0094156B"/>
    <w:rsid w:val="00942D85"/>
    <w:rsid w:val="009444CF"/>
    <w:rsid w:val="00944F53"/>
    <w:rsid w:val="009479EB"/>
    <w:rsid w:val="00954ADA"/>
    <w:rsid w:val="00955268"/>
    <w:rsid w:val="00956B4A"/>
    <w:rsid w:val="00962654"/>
    <w:rsid w:val="009668DA"/>
    <w:rsid w:val="00970D32"/>
    <w:rsid w:val="00985126"/>
    <w:rsid w:val="009949C9"/>
    <w:rsid w:val="009A2434"/>
    <w:rsid w:val="009B5950"/>
    <w:rsid w:val="009C6D04"/>
    <w:rsid w:val="009C7E69"/>
    <w:rsid w:val="009D0AAB"/>
    <w:rsid w:val="009D15E3"/>
    <w:rsid w:val="009D5471"/>
    <w:rsid w:val="009D5774"/>
    <w:rsid w:val="009D7BA4"/>
    <w:rsid w:val="009D7CE8"/>
    <w:rsid w:val="009E38BE"/>
    <w:rsid w:val="00A07A10"/>
    <w:rsid w:val="00A1031A"/>
    <w:rsid w:val="00A16CB8"/>
    <w:rsid w:val="00A20D0D"/>
    <w:rsid w:val="00A2673E"/>
    <w:rsid w:val="00A308AD"/>
    <w:rsid w:val="00A32775"/>
    <w:rsid w:val="00A3710A"/>
    <w:rsid w:val="00A37BDE"/>
    <w:rsid w:val="00A457F8"/>
    <w:rsid w:val="00A46F4D"/>
    <w:rsid w:val="00A82269"/>
    <w:rsid w:val="00A9183C"/>
    <w:rsid w:val="00A97A42"/>
    <w:rsid w:val="00AA4BAE"/>
    <w:rsid w:val="00AB519C"/>
    <w:rsid w:val="00AB5539"/>
    <w:rsid w:val="00AC65DB"/>
    <w:rsid w:val="00AD1A81"/>
    <w:rsid w:val="00AD275E"/>
    <w:rsid w:val="00B05E15"/>
    <w:rsid w:val="00B11319"/>
    <w:rsid w:val="00B116E3"/>
    <w:rsid w:val="00B11A8D"/>
    <w:rsid w:val="00B17E8D"/>
    <w:rsid w:val="00B2257A"/>
    <w:rsid w:val="00B33562"/>
    <w:rsid w:val="00B35A32"/>
    <w:rsid w:val="00B56D16"/>
    <w:rsid w:val="00B805B2"/>
    <w:rsid w:val="00B83360"/>
    <w:rsid w:val="00B92159"/>
    <w:rsid w:val="00BA349C"/>
    <w:rsid w:val="00BC1214"/>
    <w:rsid w:val="00BC3CFB"/>
    <w:rsid w:val="00BC4A45"/>
    <w:rsid w:val="00BD0FBC"/>
    <w:rsid w:val="00BD4F3E"/>
    <w:rsid w:val="00BD75F0"/>
    <w:rsid w:val="00BE3041"/>
    <w:rsid w:val="00BE7892"/>
    <w:rsid w:val="00C006FD"/>
    <w:rsid w:val="00C250BD"/>
    <w:rsid w:val="00C25BAB"/>
    <w:rsid w:val="00C301EA"/>
    <w:rsid w:val="00C42E72"/>
    <w:rsid w:val="00C46222"/>
    <w:rsid w:val="00C546DC"/>
    <w:rsid w:val="00C56B1A"/>
    <w:rsid w:val="00C63080"/>
    <w:rsid w:val="00C631EE"/>
    <w:rsid w:val="00C664C9"/>
    <w:rsid w:val="00C808C9"/>
    <w:rsid w:val="00C80E54"/>
    <w:rsid w:val="00C910AD"/>
    <w:rsid w:val="00C937A0"/>
    <w:rsid w:val="00CA2850"/>
    <w:rsid w:val="00CD0B41"/>
    <w:rsid w:val="00CD76D3"/>
    <w:rsid w:val="00CE05F0"/>
    <w:rsid w:val="00CE3232"/>
    <w:rsid w:val="00CE60C9"/>
    <w:rsid w:val="00CE799C"/>
    <w:rsid w:val="00CF387B"/>
    <w:rsid w:val="00CF60C2"/>
    <w:rsid w:val="00D001A7"/>
    <w:rsid w:val="00D00222"/>
    <w:rsid w:val="00D05B3F"/>
    <w:rsid w:val="00D14361"/>
    <w:rsid w:val="00D148D8"/>
    <w:rsid w:val="00D25D35"/>
    <w:rsid w:val="00D27AC1"/>
    <w:rsid w:val="00D330FB"/>
    <w:rsid w:val="00D62A2D"/>
    <w:rsid w:val="00D6588F"/>
    <w:rsid w:val="00D7348B"/>
    <w:rsid w:val="00D73591"/>
    <w:rsid w:val="00D75027"/>
    <w:rsid w:val="00D8015B"/>
    <w:rsid w:val="00DA4613"/>
    <w:rsid w:val="00DB60F1"/>
    <w:rsid w:val="00DE2D21"/>
    <w:rsid w:val="00DF36A3"/>
    <w:rsid w:val="00E05D71"/>
    <w:rsid w:val="00E11CE4"/>
    <w:rsid w:val="00E617DB"/>
    <w:rsid w:val="00E663E0"/>
    <w:rsid w:val="00E674DE"/>
    <w:rsid w:val="00E77981"/>
    <w:rsid w:val="00E97F2D"/>
    <w:rsid w:val="00EA1530"/>
    <w:rsid w:val="00EA1A2F"/>
    <w:rsid w:val="00EB5D80"/>
    <w:rsid w:val="00EB6948"/>
    <w:rsid w:val="00EC2D35"/>
    <w:rsid w:val="00EC5452"/>
    <w:rsid w:val="00EE5562"/>
    <w:rsid w:val="00EF57A2"/>
    <w:rsid w:val="00F020B5"/>
    <w:rsid w:val="00F17D51"/>
    <w:rsid w:val="00F22C70"/>
    <w:rsid w:val="00F22FAD"/>
    <w:rsid w:val="00F34AA7"/>
    <w:rsid w:val="00F4437A"/>
    <w:rsid w:val="00F46020"/>
    <w:rsid w:val="00F524B6"/>
    <w:rsid w:val="00F628DC"/>
    <w:rsid w:val="00F7303C"/>
    <w:rsid w:val="00F9052F"/>
    <w:rsid w:val="00F90F57"/>
    <w:rsid w:val="00F9570D"/>
    <w:rsid w:val="00F967FD"/>
    <w:rsid w:val="00F972A1"/>
    <w:rsid w:val="00FB3851"/>
    <w:rsid w:val="00FC4BEA"/>
    <w:rsid w:val="00FD56CB"/>
    <w:rsid w:val="00FF47CD"/>
    <w:rsid w:val="00FF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60F5FF1E"/>
  <w15:chartTrackingRefBased/>
  <w15:docId w15:val="{38922AFC-B6AE-4CA0-B6C3-8FB251B8F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Miriam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rFonts w:cs="Times New Roman"/>
      <w:sz w:val="24"/>
      <w:szCs w:val="24"/>
      <w:lang w:eastAsia="he-IL"/>
    </w:rPr>
  </w:style>
  <w:style w:type="paragraph" w:styleId="1">
    <w:name w:val="heading 1"/>
    <w:basedOn w:val="a"/>
    <w:next w:val="a"/>
    <w:qFormat/>
    <w:pPr>
      <w:keepNext/>
      <w:tabs>
        <w:tab w:val="left" w:pos="2546"/>
        <w:tab w:val="left" w:pos="5426"/>
      </w:tabs>
      <w:outlineLvl w:val="0"/>
    </w:pPr>
    <w:rPr>
      <w:rFonts w:cs="FrankRueh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tabs>
        <w:tab w:val="left" w:pos="2546"/>
        <w:tab w:val="left" w:pos="5426"/>
      </w:tabs>
      <w:spacing w:line="360" w:lineRule="auto"/>
      <w:jc w:val="center"/>
      <w:outlineLvl w:val="1"/>
    </w:pPr>
    <w:rPr>
      <w:rFonts w:cs="FrankRueh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cs="David"/>
      <w:noProof/>
      <w:sz w:val="20"/>
    </w:rPr>
  </w:style>
  <w:style w:type="paragraph" w:styleId="4">
    <w:name w:val="heading 4"/>
    <w:basedOn w:val="a"/>
    <w:next w:val="a"/>
    <w:qFormat/>
    <w:pPr>
      <w:keepNext/>
      <w:spacing w:line="360" w:lineRule="auto"/>
      <w:outlineLvl w:val="3"/>
    </w:pPr>
    <w:rPr>
      <w:rFonts w:cs="David"/>
      <w:b/>
      <w:bCs/>
      <w:noProof/>
      <w:sz w:val="20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rFonts w:cs="David"/>
      <w:noProof/>
      <w:sz w:val="20"/>
    </w:rPr>
  </w:style>
  <w:style w:type="paragraph" w:styleId="6">
    <w:name w:val="heading 6"/>
    <w:basedOn w:val="a"/>
    <w:next w:val="a"/>
    <w:qFormat/>
    <w:pPr>
      <w:keepNext/>
      <w:spacing w:line="360" w:lineRule="auto"/>
      <w:ind w:left="6803"/>
      <w:jc w:val="right"/>
      <w:outlineLvl w:val="5"/>
    </w:pPr>
    <w:rPr>
      <w:rFonts w:cs="David"/>
      <w:noProof/>
      <w:sz w:val="20"/>
    </w:rPr>
  </w:style>
  <w:style w:type="paragraph" w:styleId="7">
    <w:name w:val="heading 7"/>
    <w:basedOn w:val="a"/>
    <w:next w:val="a"/>
    <w:qFormat/>
    <w:pPr>
      <w:keepNext/>
      <w:tabs>
        <w:tab w:val="left" w:pos="6237"/>
      </w:tabs>
      <w:spacing w:line="360" w:lineRule="auto"/>
      <w:ind w:left="1841"/>
      <w:jc w:val="both"/>
      <w:outlineLvl w:val="6"/>
    </w:pPr>
    <w:rPr>
      <w:rFonts w:cs="David"/>
      <w:noProof/>
      <w:sz w:val="20"/>
    </w:rPr>
  </w:style>
  <w:style w:type="paragraph" w:styleId="8">
    <w:name w:val="heading 8"/>
    <w:basedOn w:val="a"/>
    <w:next w:val="a"/>
    <w:qFormat/>
    <w:pPr>
      <w:keepNext/>
      <w:ind w:left="2352"/>
      <w:outlineLvl w:val="7"/>
    </w:pPr>
    <w:rPr>
      <w:rFonts w:cs="David"/>
      <w:sz w:val="20"/>
    </w:rPr>
  </w:style>
  <w:style w:type="paragraph" w:styleId="9">
    <w:name w:val="heading 9"/>
    <w:basedOn w:val="a"/>
    <w:next w:val="a"/>
    <w:qFormat/>
    <w:pPr>
      <w:keepNext/>
      <w:ind w:left="1502"/>
      <w:outlineLvl w:val="8"/>
    </w:pPr>
    <w:rPr>
      <w:rFonts w:cs="David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Body Text"/>
    <w:basedOn w:val="a"/>
    <w:semiHidden/>
    <w:rPr>
      <w:rFonts w:cs="David"/>
      <w:noProof/>
      <w:sz w:val="20"/>
    </w:rPr>
  </w:style>
  <w:style w:type="paragraph" w:styleId="21">
    <w:name w:val="Body Text 2"/>
    <w:basedOn w:val="a"/>
    <w:semiHidden/>
    <w:pPr>
      <w:spacing w:line="360" w:lineRule="auto"/>
      <w:jc w:val="both"/>
    </w:pPr>
    <w:rPr>
      <w:rFonts w:cs="David"/>
      <w:noProof/>
      <w:sz w:val="20"/>
    </w:rPr>
  </w:style>
  <w:style w:type="paragraph" w:styleId="a8">
    <w:name w:val="Block Text"/>
    <w:basedOn w:val="a"/>
    <w:uiPriority w:val="99"/>
    <w:pPr>
      <w:spacing w:line="360" w:lineRule="auto"/>
      <w:ind w:left="2919"/>
    </w:pPr>
    <w:rPr>
      <w:rFonts w:cs="David"/>
      <w:noProof/>
      <w:sz w:val="20"/>
    </w:rPr>
  </w:style>
  <w:style w:type="paragraph" w:styleId="a9">
    <w:name w:val="caption"/>
    <w:basedOn w:val="a"/>
    <w:next w:val="a"/>
    <w:qFormat/>
    <w:pPr>
      <w:spacing w:line="360" w:lineRule="auto"/>
    </w:pPr>
    <w:rPr>
      <w:rFonts w:cs="David"/>
      <w:b/>
      <w:bCs/>
      <w:u w:val="single"/>
    </w:rPr>
  </w:style>
  <w:style w:type="paragraph" w:styleId="aa">
    <w:name w:val="List Paragraph"/>
    <w:basedOn w:val="a"/>
    <w:uiPriority w:val="34"/>
    <w:qFormat/>
    <w:rsid w:val="00D25D35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805B2"/>
    <w:rPr>
      <w:rFonts w:ascii="Tahoma" w:hAnsi="Tahoma" w:cs="Tahoma"/>
      <w:sz w:val="18"/>
      <w:szCs w:val="18"/>
    </w:rPr>
  </w:style>
  <w:style w:type="character" w:customStyle="1" w:styleId="ac">
    <w:name w:val="טקסט בלונים תו"/>
    <w:link w:val="ab"/>
    <w:uiPriority w:val="99"/>
    <w:semiHidden/>
    <w:rsid w:val="00B805B2"/>
    <w:rPr>
      <w:rFonts w:ascii="Tahoma" w:hAnsi="Tahoma" w:cs="Tahoma"/>
      <w:sz w:val="18"/>
      <w:szCs w:val="18"/>
      <w:lang w:eastAsia="he-IL"/>
    </w:rPr>
  </w:style>
  <w:style w:type="character" w:styleId="Hyperlink">
    <w:name w:val="Hyperlink"/>
    <w:rsid w:val="007216FC"/>
    <w:rPr>
      <w:color w:val="0066CC"/>
      <w:u w:val="single"/>
    </w:rPr>
  </w:style>
  <w:style w:type="character" w:customStyle="1" w:styleId="Heading1">
    <w:name w:val="Heading #1_"/>
    <w:rsid w:val="007216FC"/>
    <w:rPr>
      <w:rFonts w:ascii="David" w:eastAsia="David" w:hAnsi="David" w:cs="David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Heading10">
    <w:name w:val="Heading #1"/>
    <w:rsid w:val="007216FC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Bodytext2">
    <w:name w:val="Body text (2)_"/>
    <w:rsid w:val="007216FC"/>
    <w:rPr>
      <w:rFonts w:ascii="David" w:eastAsia="David" w:hAnsi="David" w:cs="David"/>
      <w:b w:val="0"/>
      <w:bCs w:val="0"/>
      <w:i w:val="0"/>
      <w:iCs w:val="0"/>
      <w:smallCaps w:val="0"/>
      <w:strike w:val="0"/>
      <w:u w:val="none"/>
    </w:rPr>
  </w:style>
  <w:style w:type="character" w:customStyle="1" w:styleId="Bodytext213pt">
    <w:name w:val="Body text (2) + 13 pt"/>
    <w:aliases w:val="Bold"/>
    <w:rsid w:val="007216FC"/>
  </w:style>
  <w:style w:type="character" w:customStyle="1" w:styleId="Bodytext20">
    <w:name w:val="Body text (2)"/>
    <w:rsid w:val="007216FC"/>
  </w:style>
  <w:style w:type="character" w:customStyle="1" w:styleId="Bodytext295pt">
    <w:name w:val="Body text (2) + 9.5 pt"/>
    <w:rsid w:val="007216FC"/>
  </w:style>
  <w:style w:type="character" w:customStyle="1" w:styleId="Bodytext2Corbel">
    <w:name w:val="Body text (2) + Corbel"/>
    <w:aliases w:val="10.5 pt"/>
    <w:rsid w:val="007216FC"/>
  </w:style>
  <w:style w:type="character" w:customStyle="1" w:styleId="Bodytext275pt">
    <w:name w:val="Body text (2) + 7.5 pt"/>
    <w:rsid w:val="007216FC"/>
  </w:style>
  <w:style w:type="character" w:customStyle="1" w:styleId="Heading3">
    <w:name w:val="Heading #3_"/>
    <w:rsid w:val="007216FC"/>
    <w:rPr>
      <w:rFonts w:ascii="David" w:eastAsia="David" w:hAnsi="David" w:cs="David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30">
    <w:name w:val="Heading #3"/>
    <w:rsid w:val="007216FC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he-IL" w:eastAsia="he-IL" w:bidi="he-IL"/>
    </w:rPr>
  </w:style>
  <w:style w:type="character" w:customStyle="1" w:styleId="Heading4">
    <w:name w:val="Heading #4_"/>
    <w:rsid w:val="007216FC"/>
    <w:rPr>
      <w:rFonts w:ascii="David" w:eastAsia="David" w:hAnsi="David" w:cs="David"/>
      <w:b/>
      <w:bCs/>
      <w:i w:val="0"/>
      <w:iCs w:val="0"/>
      <w:smallCaps w:val="0"/>
      <w:strike w:val="0"/>
      <w:u w:val="none"/>
    </w:rPr>
  </w:style>
  <w:style w:type="character" w:customStyle="1" w:styleId="Heading4NotBold">
    <w:name w:val="Heading #4 + Not Bold"/>
    <w:rsid w:val="007216FC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Heading40">
    <w:name w:val="Heading #4"/>
    <w:rsid w:val="007216FC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he-IL" w:eastAsia="he-IL" w:bidi="he-IL"/>
    </w:rPr>
  </w:style>
  <w:style w:type="character" w:customStyle="1" w:styleId="Bodytext2Bold">
    <w:name w:val="Body text (2) + Bold"/>
    <w:rsid w:val="007216FC"/>
  </w:style>
  <w:style w:type="character" w:customStyle="1" w:styleId="Bodytext3">
    <w:name w:val="Body text (3)_"/>
    <w:rsid w:val="007216FC"/>
    <w:rPr>
      <w:rFonts w:ascii="David" w:eastAsia="David" w:hAnsi="David" w:cs="David"/>
      <w:b w:val="0"/>
      <w:bCs w:val="0"/>
      <w:i w:val="0"/>
      <w:iCs w:val="0"/>
      <w:smallCaps w:val="0"/>
      <w:strike w:val="0"/>
      <w:sz w:val="18"/>
      <w:szCs w:val="18"/>
      <w:u w:val="none"/>
      <w:lang w:val="en-US" w:eastAsia="en-US" w:bidi="en-US"/>
    </w:rPr>
  </w:style>
  <w:style w:type="character" w:customStyle="1" w:styleId="Bodytext30">
    <w:name w:val="Body text (3)"/>
    <w:rsid w:val="007216FC"/>
  </w:style>
  <w:style w:type="character" w:customStyle="1" w:styleId="Bodytext2SmallCaps">
    <w:name w:val="Body text (2) + Small Caps"/>
    <w:rsid w:val="007216FC"/>
  </w:style>
  <w:style w:type="character" w:customStyle="1" w:styleId="Heading2">
    <w:name w:val="Heading #2_"/>
    <w:rsid w:val="007216FC"/>
    <w:rPr>
      <w:rFonts w:ascii="David" w:eastAsia="David" w:hAnsi="David" w:cs="David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Heading20">
    <w:name w:val="Heading #2"/>
    <w:rsid w:val="007216FC"/>
    <w:rPr>
      <w:rFonts w:ascii="David" w:eastAsia="David" w:hAnsi="David" w:cs="David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he-IL" w:eastAsia="he-IL" w:bidi="he-IL"/>
    </w:rPr>
  </w:style>
  <w:style w:type="character" w:customStyle="1" w:styleId="Bodytext4">
    <w:name w:val="Body text (4)_"/>
    <w:rsid w:val="007216FC"/>
    <w:rPr>
      <w:rFonts w:ascii="David" w:eastAsia="David" w:hAnsi="David" w:cs="David"/>
      <w:b/>
      <w:bCs/>
      <w:i w:val="0"/>
      <w:iCs w:val="0"/>
      <w:smallCaps w:val="0"/>
      <w:strike w:val="0"/>
      <w:sz w:val="122"/>
      <w:szCs w:val="122"/>
      <w:u w:val="none"/>
      <w:lang w:val="en-US" w:eastAsia="en-US" w:bidi="en-US"/>
    </w:rPr>
  </w:style>
  <w:style w:type="character" w:customStyle="1" w:styleId="Bodytext40">
    <w:name w:val="Body text (4)"/>
    <w:rsid w:val="007216FC"/>
  </w:style>
  <w:style w:type="numbering" w:customStyle="1" w:styleId="10">
    <w:name w:val="ללא רשימה1"/>
    <w:next w:val="a2"/>
    <w:uiPriority w:val="99"/>
    <w:semiHidden/>
    <w:unhideWhenUsed/>
    <w:rsid w:val="007216FC"/>
  </w:style>
  <w:style w:type="character" w:customStyle="1" w:styleId="a4">
    <w:name w:val="כותרת עליונה תו"/>
    <w:link w:val="a3"/>
    <w:uiPriority w:val="99"/>
    <w:rsid w:val="007216FC"/>
    <w:rPr>
      <w:rFonts w:cs="Times New Roman"/>
      <w:sz w:val="24"/>
      <w:szCs w:val="24"/>
      <w:lang w:eastAsia="he-IL"/>
    </w:rPr>
  </w:style>
  <w:style w:type="character" w:customStyle="1" w:styleId="a6">
    <w:name w:val="כותרת תחתונה תו"/>
    <w:link w:val="a5"/>
    <w:uiPriority w:val="99"/>
    <w:rsid w:val="007216FC"/>
    <w:rPr>
      <w:rFonts w:cs="Times New Roman"/>
      <w:sz w:val="24"/>
      <w:szCs w:val="24"/>
      <w:lang w:eastAsia="he-IL"/>
    </w:rPr>
  </w:style>
  <w:style w:type="table" w:styleId="ad">
    <w:name w:val="Table Grid"/>
    <w:basedOn w:val="a1"/>
    <w:uiPriority w:val="59"/>
    <w:rsid w:val="007216FC"/>
    <w:rPr>
      <w:rFonts w:ascii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semiHidden/>
    <w:unhideWhenUsed/>
    <w:rsid w:val="001935E5"/>
    <w:rPr>
      <w:color w:val="954F72"/>
      <w:u w:val="single"/>
    </w:rPr>
  </w:style>
  <w:style w:type="character" w:customStyle="1" w:styleId="googqs-tidbit1">
    <w:name w:val="goog_qs-tidbit1"/>
    <w:rsid w:val="00EC2D35"/>
    <w:rPr>
      <w:vanish w:val="0"/>
      <w:webHidden w:val="0"/>
      <w:specVanish w:val="0"/>
    </w:rPr>
  </w:style>
  <w:style w:type="character" w:customStyle="1" w:styleId="hps">
    <w:name w:val="hps"/>
    <w:rsid w:val="00EC2D35"/>
  </w:style>
  <w:style w:type="character" w:customStyle="1" w:styleId="20">
    <w:name w:val="כותרת 2 תו"/>
    <w:link w:val="2"/>
    <w:rsid w:val="00EC2D35"/>
    <w:rPr>
      <w:rFonts w:cs="FrankRuehl"/>
      <w:b/>
      <w:bCs/>
      <w:sz w:val="32"/>
      <w:szCs w:val="32"/>
      <w:lang w:eastAsia="he-IL"/>
    </w:rPr>
  </w:style>
  <w:style w:type="character" w:customStyle="1" w:styleId="default">
    <w:name w:val="default"/>
    <w:rsid w:val="00EC2D35"/>
    <w:rPr>
      <w:rFonts w:ascii="Times New Roman" w:hAnsi="Times New Roman" w:cs="Times New Roman"/>
      <w:sz w:val="26"/>
      <w:szCs w:val="26"/>
    </w:rPr>
  </w:style>
  <w:style w:type="paragraph" w:customStyle="1" w:styleId="TableBlockOutdent">
    <w:name w:val="Table BlockOutdent"/>
    <w:basedOn w:val="a"/>
    <w:rsid w:val="00EC2D35"/>
    <w:pPr>
      <w:keepLines/>
      <w:widowControl w:val="0"/>
      <w:tabs>
        <w:tab w:val="left" w:pos="624"/>
        <w:tab w:val="left" w:pos="1247"/>
      </w:tabs>
      <w:autoSpaceDE w:val="0"/>
      <w:autoSpaceDN w:val="0"/>
      <w:adjustRightInd w:val="0"/>
      <w:snapToGrid w:val="0"/>
      <w:spacing w:line="360" w:lineRule="auto"/>
      <w:ind w:left="624" w:hanging="624"/>
      <w:jc w:val="both"/>
    </w:pPr>
    <w:rPr>
      <w:rFonts w:ascii="Arial" w:eastAsia="Arial Unicode MS" w:hAnsi="Arial" w:cs="David"/>
      <w:color w:val="000000"/>
      <w:sz w:val="20"/>
      <w:szCs w:val="26"/>
      <w:lang w:eastAsia="ja-JP"/>
    </w:rPr>
  </w:style>
  <w:style w:type="paragraph" w:customStyle="1" w:styleId="NormalRight">
    <w:name w:val="Normal Right"/>
    <w:basedOn w:val="ae"/>
    <w:rsid w:val="00EC2D35"/>
    <w:pPr>
      <w:spacing w:line="360" w:lineRule="auto"/>
      <w:ind w:left="0"/>
      <w:jc w:val="both"/>
    </w:pPr>
    <w:rPr>
      <w:rFonts w:cs="David"/>
    </w:rPr>
  </w:style>
  <w:style w:type="paragraph" w:styleId="ae">
    <w:name w:val="Normal Indent"/>
    <w:basedOn w:val="a"/>
    <w:uiPriority w:val="99"/>
    <w:semiHidden/>
    <w:unhideWhenUsed/>
    <w:rsid w:val="00EC2D35"/>
    <w:pPr>
      <w:ind w:left="720"/>
    </w:pPr>
    <w:rPr>
      <w:lang w:eastAsia="en-US"/>
    </w:rPr>
  </w:style>
  <w:style w:type="paragraph" w:customStyle="1" w:styleId="P05">
    <w:name w:val="P05"/>
    <w:basedOn w:val="a"/>
    <w:rsid w:val="00EC2D35"/>
    <w:pPr>
      <w:widowControl w:val="0"/>
      <w:tabs>
        <w:tab w:val="left" w:pos="624"/>
        <w:tab w:val="left" w:pos="1021"/>
        <w:tab w:val="left" w:pos="1474"/>
        <w:tab w:val="left" w:pos="1928"/>
        <w:tab w:val="left" w:pos="2381"/>
        <w:tab w:val="left" w:pos="2835"/>
        <w:tab w:val="right" w:leader="dot" w:pos="6259"/>
      </w:tabs>
      <w:suppressAutoHyphens/>
      <w:autoSpaceDE w:val="0"/>
      <w:autoSpaceDN w:val="0"/>
      <w:spacing w:before="60"/>
      <w:ind w:left="2835" w:right="2381" w:hanging="2381"/>
      <w:jc w:val="both"/>
    </w:pPr>
    <w:rPr>
      <w:noProof/>
      <w:sz w:val="20"/>
      <w:szCs w:val="26"/>
    </w:rPr>
  </w:style>
  <w:style w:type="paragraph" w:customStyle="1" w:styleId="P22">
    <w:name w:val="P22"/>
    <w:basedOn w:val="a"/>
    <w:rsid w:val="00EC2D35"/>
    <w:pPr>
      <w:widowControl w:val="0"/>
      <w:tabs>
        <w:tab w:val="left" w:pos="1474"/>
        <w:tab w:val="left" w:pos="1928"/>
        <w:tab w:val="left" w:pos="2381"/>
        <w:tab w:val="left" w:pos="2835"/>
        <w:tab w:val="right" w:leader="dot" w:pos="6259"/>
      </w:tabs>
      <w:suppressAutoHyphens/>
      <w:autoSpaceDE w:val="0"/>
      <w:autoSpaceDN w:val="0"/>
      <w:spacing w:before="60"/>
      <w:ind w:left="2835" w:right="1021"/>
      <w:jc w:val="both"/>
    </w:pPr>
    <w:rPr>
      <w:rFonts w:cs="FrankRuehl"/>
      <w:noProof/>
      <w:sz w:val="20"/>
      <w:szCs w:val="26"/>
    </w:rPr>
  </w:style>
  <w:style w:type="paragraph" w:customStyle="1" w:styleId="11">
    <w:name w:val="פיסקת רשימה1"/>
    <w:basedOn w:val="a"/>
    <w:uiPriority w:val="99"/>
    <w:rsid w:val="00EC2D35"/>
    <w:pPr>
      <w:ind w:left="720"/>
      <w:contextualSpacing/>
    </w:pPr>
    <w:rPr>
      <w:rFonts w:eastAsia="Calibri"/>
      <w:lang w:eastAsia="en-US"/>
    </w:rPr>
  </w:style>
  <w:style w:type="paragraph" w:customStyle="1" w:styleId="P00">
    <w:name w:val="P00"/>
    <w:rsid w:val="00EC2D35"/>
    <w:pPr>
      <w:widowControl w:val="0"/>
      <w:tabs>
        <w:tab w:val="left" w:pos="624"/>
        <w:tab w:val="left" w:pos="1021"/>
        <w:tab w:val="left" w:pos="1474"/>
        <w:tab w:val="left" w:pos="1928"/>
        <w:tab w:val="left" w:pos="2381"/>
        <w:tab w:val="left" w:pos="2835"/>
        <w:tab w:val="right" w:leader="dot" w:pos="6259"/>
      </w:tabs>
      <w:suppressAutoHyphens/>
      <w:autoSpaceDE w:val="0"/>
      <w:autoSpaceDN w:val="0"/>
      <w:bidi/>
      <w:spacing w:before="60"/>
      <w:ind w:left="2835"/>
      <w:jc w:val="both"/>
    </w:pPr>
    <w:rPr>
      <w:rFonts w:cs="FrankRuehl"/>
      <w:noProof/>
      <w:szCs w:val="26"/>
      <w:lang w:eastAsia="he-IL"/>
    </w:rPr>
  </w:style>
  <w:style w:type="paragraph" w:customStyle="1" w:styleId="22">
    <w:name w:val="פיסקת רשימה2"/>
    <w:basedOn w:val="a"/>
    <w:rsid w:val="00EC2D35"/>
    <w:pPr>
      <w:ind w:left="720"/>
      <w:contextualSpacing/>
    </w:pPr>
    <w:rPr>
      <w:rFonts w:eastAsia="Calibri"/>
      <w:lang w:eastAsia="en-US"/>
    </w:rPr>
  </w:style>
  <w:style w:type="character" w:styleId="af">
    <w:name w:val="annotation reference"/>
    <w:uiPriority w:val="99"/>
    <w:semiHidden/>
    <w:unhideWhenUsed/>
    <w:rsid w:val="00EC2D35"/>
    <w:rPr>
      <w:sz w:val="16"/>
      <w:szCs w:val="16"/>
    </w:rPr>
  </w:style>
  <w:style w:type="character" w:customStyle="1" w:styleId="myheaderred1">
    <w:name w:val="myheaderred1"/>
    <w:rsid w:val="00EC2D35"/>
    <w:rPr>
      <w:b/>
      <w:bCs/>
      <w:color w:val="FEF8D8"/>
      <w:sz w:val="36"/>
      <w:szCs w:val="36"/>
      <w:shd w:val="clear" w:color="auto" w:fill="FBC3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488;&#1497;&#1490;&#1493;&#1491;%20&#1506;&#1512;&#1497;&#1501;\Application%20Data\Microsoft\Templates\&#1502;&#1499;&#1514;&#1489;%20&#1506;&#1501;%20&#1500;&#1493;&#1490;&#1493;%20&#1502;&#1493;&#1499;&#1503;.dot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E822D-DC78-4395-BA1A-FB492B32A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מכתב עם לוגו מוכן.dot</Template>
  <TotalTime>1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מכתב עם לוגו מוכן</vt:lpstr>
    </vt:vector>
  </TitlesOfParts>
  <Company>איגוד ערים לאיכות הסביבה יהודה</Company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מכתב עם לוגו מוכן</dc:title>
  <dc:subject/>
  <dc:creator>איגוד ערים לאיכות הסביבה יהודה</dc:creator>
  <cp:keywords/>
  <cp:lastModifiedBy>שמרית שניאור</cp:lastModifiedBy>
  <cp:revision>2</cp:revision>
  <cp:lastPrinted>2018-07-16T06:22:00Z</cp:lastPrinted>
  <dcterms:created xsi:type="dcterms:W3CDTF">2018-09-17T10:52:00Z</dcterms:created>
  <dcterms:modified xsi:type="dcterms:W3CDTF">2018-09-17T10:52:00Z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_WORKBOOK_UID">
    <vt:lpwstr>090462c824ed4b0b91357a008b5b1025</vt:lpwstr>
  </property>
</Properties>
</file>